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AF7355" w14:textId="77777777" w:rsidR="000F0714" w:rsidRPr="000F0714" w:rsidRDefault="000F0714" w:rsidP="000F0714">
      <w:pPr>
        <w:pStyle w:val="a7"/>
        <w:jc w:val="center"/>
      </w:pPr>
      <w:r w:rsidRPr="000F0714">
        <w:t xml:space="preserve">Сводная ведомость результатов </w:t>
      </w:r>
      <w:r w:rsidR="004654AF" w:rsidRPr="004654AF">
        <w:t xml:space="preserve">проведения </w:t>
      </w:r>
      <w:r w:rsidRPr="000F0714">
        <w:t>специальной оценки условий труда</w:t>
      </w:r>
    </w:p>
    <w:p w14:paraId="0FE85DB9" w14:textId="77777777" w:rsidR="00B3448B" w:rsidRPr="00642E12" w:rsidRDefault="00B3448B" w:rsidP="00B3448B"/>
    <w:p w14:paraId="60602D84" w14:textId="77777777" w:rsidR="00B3448B" w:rsidRPr="00710271" w:rsidRDefault="00B3448B" w:rsidP="00B3448B">
      <w:r w:rsidRPr="00710271">
        <w:t xml:space="preserve">Наименование </w:t>
      </w:r>
      <w:r>
        <w:t>организации</w:t>
      </w:r>
      <w:r w:rsidRPr="00710271">
        <w:t>:</w:t>
      </w:r>
      <w:r w:rsidRPr="00883461">
        <w:rPr>
          <w:rStyle w:val="a9"/>
        </w:rPr>
        <w:t xml:space="preserve"> </w:t>
      </w:r>
      <w:r w:rsidRPr="00883461">
        <w:rPr>
          <w:rStyle w:val="a9"/>
        </w:rPr>
        <w:fldChar w:fldCharType="begin"/>
      </w:r>
      <w:r w:rsidRPr="00883461">
        <w:rPr>
          <w:rStyle w:val="a9"/>
        </w:rPr>
        <w:instrText xml:space="preserve"> DOCVARIABLE </w:instrText>
      </w:r>
      <w:r w:rsidR="00EA3306">
        <w:rPr>
          <w:rStyle w:val="a9"/>
          <w:lang w:val="en-US"/>
        </w:rPr>
        <w:instrText>ceh</w:instrText>
      </w:r>
      <w:r w:rsidR="00EA3306" w:rsidRPr="00EC5671">
        <w:rPr>
          <w:rStyle w:val="a9"/>
        </w:rPr>
        <w:instrText>_</w:instrText>
      </w:r>
      <w:r w:rsidR="00EA3306">
        <w:rPr>
          <w:rStyle w:val="a9"/>
          <w:lang w:val="en-US"/>
        </w:rPr>
        <w:instrText>info</w:instrText>
      </w:r>
      <w:r w:rsidRPr="00883461">
        <w:rPr>
          <w:rStyle w:val="a9"/>
        </w:rPr>
        <w:instrText xml:space="preserve"> \* MERGEFORMAT </w:instrText>
      </w:r>
      <w:r w:rsidR="00B874F5">
        <w:rPr>
          <w:rStyle w:val="a9"/>
        </w:rPr>
        <w:fldChar w:fldCharType="separate"/>
      </w:r>
      <w:r w:rsidR="00EC5671" w:rsidRPr="00EC5671">
        <w:rPr>
          <w:rStyle w:val="a9"/>
        </w:rPr>
        <w:t>Государственное бюджетное учреждение здравоохранения Пермского края "Ордена "Знак Почёта" Пермская краевая клиническая больница"</w:t>
      </w:r>
      <w:r w:rsidRPr="00883461">
        <w:rPr>
          <w:rStyle w:val="a9"/>
        </w:rPr>
        <w:fldChar w:fldCharType="end"/>
      </w:r>
      <w:r w:rsidRPr="00883461">
        <w:rPr>
          <w:rStyle w:val="a9"/>
        </w:rPr>
        <w:t> </w:t>
      </w:r>
    </w:p>
    <w:p w14:paraId="64BEFA57" w14:textId="77777777" w:rsidR="00F06873" w:rsidRPr="00F06873" w:rsidRDefault="00F06873" w:rsidP="004654AF">
      <w:pPr>
        <w:suppressAutoHyphens/>
        <w:jc w:val="right"/>
      </w:pPr>
      <w:r w:rsidRPr="00F06873">
        <w:t>Таблица 1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60"/>
        <w:gridCol w:w="831"/>
        <w:gridCol w:w="3068"/>
        <w:gridCol w:w="1049"/>
        <w:gridCol w:w="1050"/>
        <w:gridCol w:w="1153"/>
        <w:gridCol w:w="1153"/>
        <w:gridCol w:w="1153"/>
        <w:gridCol w:w="1154"/>
        <w:gridCol w:w="1055"/>
      </w:tblGrid>
      <w:tr w:rsidR="004654AF" w:rsidRPr="00F06873" w14:paraId="30F1653E" w14:textId="77777777" w:rsidTr="004654AF">
        <w:trPr>
          <w:trHeight w:val="475"/>
          <w:jc w:val="center"/>
        </w:trPr>
        <w:tc>
          <w:tcPr>
            <w:tcW w:w="3518" w:type="dxa"/>
            <w:vMerge w:val="restart"/>
            <w:vAlign w:val="center"/>
          </w:tcPr>
          <w:p w14:paraId="0D96D033" w14:textId="77777777" w:rsidR="004654AF" w:rsidRPr="00F06873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0" w:name="table1"/>
            <w:bookmarkEnd w:id="0"/>
            <w:r w:rsidRPr="00F06873">
              <w:rPr>
                <w:rFonts w:ascii="Times New Roman" w:hAnsi="Times New Roman"/>
                <w:sz w:val="20"/>
                <w:szCs w:val="20"/>
              </w:rPr>
              <w:t>Наименование</w:t>
            </w:r>
          </w:p>
        </w:tc>
        <w:tc>
          <w:tcPr>
            <w:tcW w:w="3961" w:type="dxa"/>
            <w:gridSpan w:val="2"/>
            <w:vMerge w:val="restart"/>
            <w:vAlign w:val="center"/>
          </w:tcPr>
          <w:p w14:paraId="6DBDD9EA" w14:textId="77777777" w:rsidR="004654AF" w:rsidRPr="004654AF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54AF">
              <w:rPr>
                <w:rFonts w:ascii="Times New Roman" w:hAnsi="Times New Roman"/>
                <w:sz w:val="20"/>
                <w:szCs w:val="20"/>
              </w:rPr>
              <w:t>Количество рабочих мест и численность работников, занятых на этих рабочих местах</w:t>
            </w:r>
          </w:p>
          <w:p w14:paraId="275DD85A" w14:textId="77777777" w:rsidR="004654AF" w:rsidRPr="00F06873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873" w:type="dxa"/>
            <w:gridSpan w:val="7"/>
            <w:vAlign w:val="center"/>
          </w:tcPr>
          <w:p w14:paraId="5641AF5D" w14:textId="77777777" w:rsidR="004654AF" w:rsidRPr="00F06873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54AF">
              <w:rPr>
                <w:rFonts w:ascii="Times New Roman" w:hAnsi="Times New Roman"/>
                <w:sz w:val="20"/>
                <w:szCs w:val="20"/>
              </w:rPr>
              <w:t>Количество рабочих мест и численность занятых на них работников по классам (подклассам) условий труда из числа рабочих мест, указанных в графе 3 (ед</w:t>
            </w:r>
            <w:r w:rsidRPr="004654AF">
              <w:rPr>
                <w:rFonts w:ascii="Times New Roman" w:hAnsi="Times New Roman"/>
                <w:sz w:val="20"/>
                <w:szCs w:val="20"/>
              </w:rPr>
              <w:t>и</w:t>
            </w:r>
            <w:r w:rsidRPr="004654AF">
              <w:rPr>
                <w:rFonts w:ascii="Times New Roman" w:hAnsi="Times New Roman"/>
                <w:sz w:val="20"/>
                <w:szCs w:val="20"/>
              </w:rPr>
              <w:t>ниц)</w:t>
            </w:r>
          </w:p>
        </w:tc>
      </w:tr>
      <w:tr w:rsidR="004654AF" w:rsidRPr="00F06873" w14:paraId="015CD4B1" w14:textId="77777777" w:rsidTr="004654AF">
        <w:trPr>
          <w:trHeight w:val="339"/>
          <w:jc w:val="center"/>
        </w:trPr>
        <w:tc>
          <w:tcPr>
            <w:tcW w:w="3518" w:type="dxa"/>
            <w:vMerge/>
            <w:vAlign w:val="center"/>
          </w:tcPr>
          <w:p w14:paraId="37C5C8ED" w14:textId="77777777" w:rsidR="004654A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1" w:type="dxa"/>
            <w:gridSpan w:val="2"/>
            <w:vMerge/>
            <w:vAlign w:val="center"/>
          </w:tcPr>
          <w:p w14:paraId="39B9F7ED" w14:textId="77777777" w:rsidR="004654AF" w:rsidRPr="00F06873" w:rsidRDefault="004654A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3" w:type="dxa"/>
            <w:vMerge w:val="restart"/>
            <w:vAlign w:val="center"/>
          </w:tcPr>
          <w:p w14:paraId="2E69120B" w14:textId="77777777" w:rsidR="004654A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класс 1</w:t>
            </w:r>
          </w:p>
        </w:tc>
        <w:tc>
          <w:tcPr>
            <w:tcW w:w="1064" w:type="dxa"/>
            <w:vMerge w:val="restart"/>
            <w:vAlign w:val="center"/>
          </w:tcPr>
          <w:p w14:paraId="0FE60CC3" w14:textId="77777777" w:rsidR="004654A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класс 2</w:t>
            </w:r>
          </w:p>
        </w:tc>
        <w:tc>
          <w:tcPr>
            <w:tcW w:w="4677" w:type="dxa"/>
            <w:gridSpan w:val="4"/>
            <w:vAlign w:val="center"/>
          </w:tcPr>
          <w:p w14:paraId="07844360" w14:textId="77777777" w:rsidR="004654A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класс 3</w:t>
            </w:r>
          </w:p>
        </w:tc>
        <w:tc>
          <w:tcPr>
            <w:tcW w:w="1069" w:type="dxa"/>
            <w:vMerge w:val="restart"/>
            <w:vAlign w:val="center"/>
          </w:tcPr>
          <w:p w14:paraId="781965A1" w14:textId="77777777" w:rsidR="004654A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класс 4</w:t>
            </w:r>
          </w:p>
        </w:tc>
      </w:tr>
      <w:tr w:rsidR="00AF1EDF" w:rsidRPr="00F06873" w14:paraId="491480C8" w14:textId="77777777" w:rsidTr="004654AF">
        <w:trPr>
          <w:trHeight w:val="313"/>
          <w:jc w:val="center"/>
        </w:trPr>
        <w:tc>
          <w:tcPr>
            <w:tcW w:w="3518" w:type="dxa"/>
            <w:vMerge/>
            <w:vAlign w:val="center"/>
          </w:tcPr>
          <w:p w14:paraId="61583FDF" w14:textId="77777777"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3" w:type="dxa"/>
            <w:vAlign w:val="center"/>
          </w:tcPr>
          <w:p w14:paraId="11974959" w14:textId="77777777" w:rsidR="00AF1EDF" w:rsidRPr="004654AF" w:rsidRDefault="004654AF" w:rsidP="004654A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54AF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3118" w:type="dxa"/>
            <w:vAlign w:val="center"/>
          </w:tcPr>
          <w:p w14:paraId="73E59985" w14:textId="77777777" w:rsidR="00AF1EDF" w:rsidRPr="004654AF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654AF">
              <w:rPr>
                <w:rFonts w:ascii="Times New Roman" w:hAnsi="Times New Roman"/>
                <w:sz w:val="20"/>
                <w:szCs w:val="20"/>
              </w:rPr>
              <w:t xml:space="preserve">в том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числе </w:t>
            </w:r>
            <w:r w:rsidRPr="004654AF">
              <w:rPr>
                <w:rFonts w:ascii="Times New Roman" w:hAnsi="Times New Roman"/>
                <w:sz w:val="20"/>
                <w:szCs w:val="20"/>
              </w:rPr>
              <w:t>на которых проведена специальная оценка условий труда</w:t>
            </w:r>
          </w:p>
        </w:tc>
        <w:tc>
          <w:tcPr>
            <w:tcW w:w="1063" w:type="dxa"/>
            <w:vMerge/>
            <w:vAlign w:val="center"/>
          </w:tcPr>
          <w:p w14:paraId="4A3F7A61" w14:textId="77777777"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4" w:type="dxa"/>
            <w:vMerge/>
            <w:vAlign w:val="center"/>
          </w:tcPr>
          <w:p w14:paraId="0046A6D8" w14:textId="77777777"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9" w:type="dxa"/>
            <w:vAlign w:val="center"/>
          </w:tcPr>
          <w:p w14:paraId="317B6A83" w14:textId="77777777"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3.1</w:t>
            </w:r>
          </w:p>
        </w:tc>
        <w:tc>
          <w:tcPr>
            <w:tcW w:w="1169" w:type="dxa"/>
            <w:vAlign w:val="center"/>
          </w:tcPr>
          <w:p w14:paraId="66B1E65A" w14:textId="77777777"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3.2</w:t>
            </w:r>
          </w:p>
        </w:tc>
        <w:tc>
          <w:tcPr>
            <w:tcW w:w="1169" w:type="dxa"/>
            <w:vAlign w:val="center"/>
          </w:tcPr>
          <w:p w14:paraId="51DEECDA" w14:textId="77777777"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3.3</w:t>
            </w:r>
          </w:p>
        </w:tc>
        <w:tc>
          <w:tcPr>
            <w:tcW w:w="1170" w:type="dxa"/>
            <w:vAlign w:val="center"/>
          </w:tcPr>
          <w:p w14:paraId="70313F15" w14:textId="77777777"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3.4.</w:t>
            </w:r>
          </w:p>
        </w:tc>
        <w:tc>
          <w:tcPr>
            <w:tcW w:w="1069" w:type="dxa"/>
            <w:vMerge/>
            <w:vAlign w:val="center"/>
          </w:tcPr>
          <w:p w14:paraId="2C4E0B4E" w14:textId="77777777"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F1EDF" w:rsidRPr="00F06873" w14:paraId="7B689A51" w14:textId="77777777" w:rsidTr="004654AF">
        <w:trPr>
          <w:jc w:val="center"/>
        </w:trPr>
        <w:tc>
          <w:tcPr>
            <w:tcW w:w="3518" w:type="dxa"/>
            <w:vAlign w:val="center"/>
          </w:tcPr>
          <w:p w14:paraId="329D6381" w14:textId="77777777"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43" w:type="dxa"/>
            <w:vAlign w:val="center"/>
          </w:tcPr>
          <w:p w14:paraId="5AFF2673" w14:textId="77777777" w:rsidR="00AF1EDF" w:rsidRPr="00F06873" w:rsidRDefault="00AF1ED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118" w:type="dxa"/>
            <w:vAlign w:val="center"/>
          </w:tcPr>
          <w:p w14:paraId="0972FAC6" w14:textId="77777777" w:rsidR="00AF1EDF" w:rsidRPr="00F06873" w:rsidRDefault="004654A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063" w:type="dxa"/>
            <w:vAlign w:val="center"/>
          </w:tcPr>
          <w:p w14:paraId="1B0B2E1C" w14:textId="77777777"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064" w:type="dxa"/>
            <w:vAlign w:val="center"/>
          </w:tcPr>
          <w:p w14:paraId="16F4BA25" w14:textId="77777777"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169" w:type="dxa"/>
            <w:vAlign w:val="center"/>
          </w:tcPr>
          <w:p w14:paraId="4595EC57" w14:textId="77777777"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169" w:type="dxa"/>
            <w:vAlign w:val="center"/>
          </w:tcPr>
          <w:p w14:paraId="2398A9B6" w14:textId="77777777"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169" w:type="dxa"/>
            <w:vAlign w:val="center"/>
          </w:tcPr>
          <w:p w14:paraId="32B3785F" w14:textId="77777777"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70" w:type="dxa"/>
            <w:vAlign w:val="center"/>
          </w:tcPr>
          <w:p w14:paraId="2A1D9267" w14:textId="77777777"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069" w:type="dxa"/>
            <w:vAlign w:val="center"/>
          </w:tcPr>
          <w:p w14:paraId="4B86549B" w14:textId="77777777"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</w:tr>
      <w:tr w:rsidR="00AF1EDF" w:rsidRPr="00F06873" w14:paraId="3F1F6B51" w14:textId="77777777" w:rsidTr="004654AF">
        <w:trPr>
          <w:jc w:val="center"/>
        </w:trPr>
        <w:tc>
          <w:tcPr>
            <w:tcW w:w="3518" w:type="dxa"/>
            <w:vAlign w:val="center"/>
          </w:tcPr>
          <w:p w14:paraId="76F517B9" w14:textId="77777777"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1" w:name="pos1"/>
            <w:bookmarkEnd w:id="1"/>
            <w:r w:rsidRPr="00F06873">
              <w:rPr>
                <w:rFonts w:ascii="Times New Roman" w:hAnsi="Times New Roman"/>
                <w:sz w:val="20"/>
                <w:szCs w:val="20"/>
              </w:rPr>
              <w:t>Рабочие места (ед.)</w:t>
            </w:r>
          </w:p>
        </w:tc>
        <w:tc>
          <w:tcPr>
            <w:tcW w:w="843" w:type="dxa"/>
            <w:vAlign w:val="center"/>
          </w:tcPr>
          <w:p w14:paraId="339C0F9D" w14:textId="77777777" w:rsidR="00AF1EDF" w:rsidRPr="00F06873" w:rsidRDefault="00EC5671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213</w:t>
            </w:r>
          </w:p>
        </w:tc>
        <w:tc>
          <w:tcPr>
            <w:tcW w:w="3118" w:type="dxa"/>
            <w:vAlign w:val="center"/>
          </w:tcPr>
          <w:p w14:paraId="050FDA2C" w14:textId="77777777" w:rsidR="00AF1EDF" w:rsidRPr="00F06873" w:rsidRDefault="00EC5671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213</w:t>
            </w:r>
          </w:p>
        </w:tc>
        <w:tc>
          <w:tcPr>
            <w:tcW w:w="1063" w:type="dxa"/>
            <w:vAlign w:val="center"/>
          </w:tcPr>
          <w:p w14:paraId="4C317F2F" w14:textId="77777777" w:rsidR="00AF1EDF" w:rsidRPr="00F06873" w:rsidRDefault="00EC5671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14:paraId="21E90691" w14:textId="77777777" w:rsidR="00AF1EDF" w:rsidRPr="00F06873" w:rsidRDefault="00EC5671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64</w:t>
            </w:r>
          </w:p>
        </w:tc>
        <w:tc>
          <w:tcPr>
            <w:tcW w:w="1169" w:type="dxa"/>
            <w:vAlign w:val="center"/>
          </w:tcPr>
          <w:p w14:paraId="03ADB003" w14:textId="77777777" w:rsidR="00AF1EDF" w:rsidRPr="00F06873" w:rsidRDefault="00EC5671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1169" w:type="dxa"/>
            <w:vAlign w:val="center"/>
          </w:tcPr>
          <w:p w14:paraId="39461392" w14:textId="77777777" w:rsidR="00AF1EDF" w:rsidRPr="00F06873" w:rsidRDefault="00EC5671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169" w:type="dxa"/>
            <w:vAlign w:val="center"/>
          </w:tcPr>
          <w:p w14:paraId="50698F85" w14:textId="77777777" w:rsidR="00AF1EDF" w:rsidRPr="00F06873" w:rsidRDefault="00EC5671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122</w:t>
            </w:r>
          </w:p>
        </w:tc>
        <w:tc>
          <w:tcPr>
            <w:tcW w:w="1170" w:type="dxa"/>
            <w:vAlign w:val="center"/>
          </w:tcPr>
          <w:p w14:paraId="7CB3C617" w14:textId="77777777" w:rsidR="00AF1EDF" w:rsidRPr="00F06873" w:rsidRDefault="00EC5671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14:paraId="17C36C53" w14:textId="77777777" w:rsidR="00AF1EDF" w:rsidRPr="00F06873" w:rsidRDefault="00EC5671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F1EDF" w:rsidRPr="00F06873" w14:paraId="332DD645" w14:textId="77777777" w:rsidTr="004654AF">
        <w:trPr>
          <w:jc w:val="center"/>
        </w:trPr>
        <w:tc>
          <w:tcPr>
            <w:tcW w:w="3518" w:type="dxa"/>
            <w:vAlign w:val="center"/>
          </w:tcPr>
          <w:p w14:paraId="3364E0FD" w14:textId="77777777"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2" w:name="pos2"/>
            <w:bookmarkEnd w:id="2"/>
            <w:r w:rsidRPr="00F06873">
              <w:rPr>
                <w:rFonts w:ascii="Times New Roman" w:hAnsi="Times New Roman"/>
                <w:sz w:val="20"/>
                <w:szCs w:val="20"/>
              </w:rPr>
              <w:t>Работники, занятые на рабочих ме</w:t>
            </w:r>
            <w:r w:rsidRPr="00F06873">
              <w:rPr>
                <w:rFonts w:ascii="Times New Roman" w:hAnsi="Times New Roman"/>
                <w:sz w:val="20"/>
                <w:szCs w:val="20"/>
              </w:rPr>
              <w:t>с</w:t>
            </w:r>
            <w:r w:rsidRPr="00F06873">
              <w:rPr>
                <w:rFonts w:ascii="Times New Roman" w:hAnsi="Times New Roman"/>
                <w:sz w:val="20"/>
                <w:szCs w:val="20"/>
              </w:rPr>
              <w:t>тах (чел.)</w:t>
            </w:r>
          </w:p>
        </w:tc>
        <w:tc>
          <w:tcPr>
            <w:tcW w:w="843" w:type="dxa"/>
            <w:vAlign w:val="center"/>
          </w:tcPr>
          <w:p w14:paraId="4018063A" w14:textId="77777777" w:rsidR="00AF1EDF" w:rsidRPr="00F06873" w:rsidRDefault="00EC5671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476</w:t>
            </w:r>
          </w:p>
        </w:tc>
        <w:tc>
          <w:tcPr>
            <w:tcW w:w="3118" w:type="dxa"/>
            <w:vAlign w:val="center"/>
          </w:tcPr>
          <w:p w14:paraId="74B3C160" w14:textId="77777777" w:rsidR="00AF1EDF" w:rsidRPr="00F06873" w:rsidRDefault="00EC5671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476</w:t>
            </w:r>
          </w:p>
        </w:tc>
        <w:tc>
          <w:tcPr>
            <w:tcW w:w="1063" w:type="dxa"/>
            <w:vAlign w:val="center"/>
          </w:tcPr>
          <w:p w14:paraId="2F0E65B4" w14:textId="77777777" w:rsidR="00AF1EDF" w:rsidRPr="00F06873" w:rsidRDefault="00EC5671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14:paraId="56607E89" w14:textId="77777777" w:rsidR="00AF1EDF" w:rsidRPr="00F06873" w:rsidRDefault="00EC5671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119</w:t>
            </w:r>
          </w:p>
        </w:tc>
        <w:tc>
          <w:tcPr>
            <w:tcW w:w="1169" w:type="dxa"/>
            <w:vAlign w:val="center"/>
          </w:tcPr>
          <w:p w14:paraId="4EE326EF" w14:textId="77777777" w:rsidR="00AF1EDF" w:rsidRPr="00F06873" w:rsidRDefault="00EC5671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</w:t>
            </w:r>
          </w:p>
        </w:tc>
        <w:tc>
          <w:tcPr>
            <w:tcW w:w="1169" w:type="dxa"/>
            <w:vAlign w:val="center"/>
          </w:tcPr>
          <w:p w14:paraId="7B597E81" w14:textId="77777777" w:rsidR="00AF1EDF" w:rsidRPr="00F06873" w:rsidRDefault="00EC5671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1169" w:type="dxa"/>
            <w:vAlign w:val="center"/>
          </w:tcPr>
          <w:p w14:paraId="33571958" w14:textId="77777777" w:rsidR="00AF1EDF" w:rsidRPr="00F06873" w:rsidRDefault="00EC5671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272</w:t>
            </w:r>
          </w:p>
        </w:tc>
        <w:tc>
          <w:tcPr>
            <w:tcW w:w="1170" w:type="dxa"/>
            <w:vAlign w:val="center"/>
          </w:tcPr>
          <w:p w14:paraId="2F740FD3" w14:textId="77777777" w:rsidR="00AF1EDF" w:rsidRPr="00F06873" w:rsidRDefault="00EC5671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14:paraId="128FD6BD" w14:textId="77777777" w:rsidR="00AF1EDF" w:rsidRPr="00F06873" w:rsidRDefault="00EC5671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F1EDF" w:rsidRPr="00F06873" w14:paraId="11F09BE5" w14:textId="77777777" w:rsidTr="004654AF">
        <w:trPr>
          <w:jc w:val="center"/>
        </w:trPr>
        <w:tc>
          <w:tcPr>
            <w:tcW w:w="3518" w:type="dxa"/>
            <w:vAlign w:val="center"/>
          </w:tcPr>
          <w:p w14:paraId="0081E518" w14:textId="77777777"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3" w:name="pos3"/>
            <w:bookmarkEnd w:id="3"/>
            <w:r w:rsidRPr="00F06873">
              <w:rPr>
                <w:rFonts w:ascii="Times New Roman" w:hAnsi="Times New Roman"/>
                <w:sz w:val="20"/>
                <w:szCs w:val="20"/>
              </w:rPr>
              <w:t>из них женщин</w:t>
            </w:r>
          </w:p>
        </w:tc>
        <w:tc>
          <w:tcPr>
            <w:tcW w:w="843" w:type="dxa"/>
            <w:vAlign w:val="center"/>
          </w:tcPr>
          <w:p w14:paraId="123E7CE6" w14:textId="77777777" w:rsidR="00AF1EDF" w:rsidRPr="00F06873" w:rsidRDefault="00EC5671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345</w:t>
            </w:r>
          </w:p>
        </w:tc>
        <w:tc>
          <w:tcPr>
            <w:tcW w:w="3118" w:type="dxa"/>
            <w:vAlign w:val="center"/>
          </w:tcPr>
          <w:p w14:paraId="024A395C" w14:textId="77777777" w:rsidR="00AF1EDF" w:rsidRPr="00F06873" w:rsidRDefault="00EC5671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345</w:t>
            </w:r>
          </w:p>
        </w:tc>
        <w:tc>
          <w:tcPr>
            <w:tcW w:w="1063" w:type="dxa"/>
            <w:vAlign w:val="center"/>
          </w:tcPr>
          <w:p w14:paraId="74872711" w14:textId="77777777" w:rsidR="00AF1EDF" w:rsidRPr="00F06873" w:rsidRDefault="00EC5671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14:paraId="7FF2B8EA" w14:textId="77777777" w:rsidR="00AF1EDF" w:rsidRPr="00F06873" w:rsidRDefault="00EC5671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94</w:t>
            </w:r>
          </w:p>
        </w:tc>
        <w:tc>
          <w:tcPr>
            <w:tcW w:w="1169" w:type="dxa"/>
            <w:vAlign w:val="center"/>
          </w:tcPr>
          <w:p w14:paraId="1DACDA60" w14:textId="77777777" w:rsidR="00AF1EDF" w:rsidRPr="00F06873" w:rsidRDefault="00EC5671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</w:t>
            </w:r>
          </w:p>
        </w:tc>
        <w:tc>
          <w:tcPr>
            <w:tcW w:w="1169" w:type="dxa"/>
            <w:vAlign w:val="center"/>
          </w:tcPr>
          <w:p w14:paraId="0B4267F9" w14:textId="77777777" w:rsidR="00AF1EDF" w:rsidRPr="00F06873" w:rsidRDefault="00EC5671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14:paraId="0D9B7FCC" w14:textId="77777777" w:rsidR="00AF1EDF" w:rsidRPr="00F06873" w:rsidRDefault="00EC5671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225</w:t>
            </w:r>
          </w:p>
        </w:tc>
        <w:tc>
          <w:tcPr>
            <w:tcW w:w="1170" w:type="dxa"/>
            <w:vAlign w:val="center"/>
          </w:tcPr>
          <w:p w14:paraId="21825B66" w14:textId="77777777" w:rsidR="00AF1EDF" w:rsidRPr="00F06873" w:rsidRDefault="00EC5671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14:paraId="20F92AED" w14:textId="77777777" w:rsidR="00AF1EDF" w:rsidRPr="00F06873" w:rsidRDefault="00EC5671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F1EDF" w:rsidRPr="00F06873" w14:paraId="274519E9" w14:textId="77777777" w:rsidTr="004654AF">
        <w:trPr>
          <w:jc w:val="center"/>
        </w:trPr>
        <w:tc>
          <w:tcPr>
            <w:tcW w:w="3518" w:type="dxa"/>
            <w:vAlign w:val="center"/>
          </w:tcPr>
          <w:p w14:paraId="569952D8" w14:textId="77777777"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4" w:name="pos4"/>
            <w:bookmarkEnd w:id="4"/>
            <w:r w:rsidRPr="00F06873">
              <w:rPr>
                <w:rFonts w:ascii="Times New Roman" w:hAnsi="Times New Roman"/>
                <w:sz w:val="20"/>
                <w:szCs w:val="20"/>
              </w:rPr>
              <w:t>из них лиц в возрасте до 18 лет</w:t>
            </w:r>
          </w:p>
        </w:tc>
        <w:tc>
          <w:tcPr>
            <w:tcW w:w="843" w:type="dxa"/>
            <w:vAlign w:val="center"/>
          </w:tcPr>
          <w:p w14:paraId="530BFA37" w14:textId="77777777" w:rsidR="00AF1EDF" w:rsidRPr="00F06873" w:rsidRDefault="00EC5671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118" w:type="dxa"/>
            <w:vAlign w:val="center"/>
          </w:tcPr>
          <w:p w14:paraId="0D8AF057" w14:textId="77777777" w:rsidR="00AF1EDF" w:rsidRPr="00F06873" w:rsidRDefault="00EC5671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3" w:type="dxa"/>
            <w:vAlign w:val="center"/>
          </w:tcPr>
          <w:p w14:paraId="263303B6" w14:textId="77777777" w:rsidR="00AF1EDF" w:rsidRPr="00F06873" w:rsidRDefault="00EC5671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14:paraId="0E22293F" w14:textId="77777777" w:rsidR="00AF1EDF" w:rsidRPr="00F06873" w:rsidRDefault="00EC5671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14:paraId="4F951E57" w14:textId="77777777" w:rsidR="00AF1EDF" w:rsidRPr="00F06873" w:rsidRDefault="00EC5671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14:paraId="26B9E23F" w14:textId="77777777" w:rsidR="00AF1EDF" w:rsidRPr="00F06873" w:rsidRDefault="00EC5671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14:paraId="44296147" w14:textId="77777777" w:rsidR="00AF1EDF" w:rsidRPr="00F06873" w:rsidRDefault="00EC5671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14:paraId="0285CB32" w14:textId="77777777" w:rsidR="00AF1EDF" w:rsidRPr="00F06873" w:rsidRDefault="00EC5671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14:paraId="61D0EDF1" w14:textId="77777777" w:rsidR="00AF1EDF" w:rsidRPr="00F06873" w:rsidRDefault="00EC5671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F1EDF" w:rsidRPr="00F06873" w14:paraId="3BF49BE0" w14:textId="77777777" w:rsidTr="004654AF">
        <w:trPr>
          <w:jc w:val="center"/>
        </w:trPr>
        <w:tc>
          <w:tcPr>
            <w:tcW w:w="3518" w:type="dxa"/>
            <w:vAlign w:val="center"/>
          </w:tcPr>
          <w:p w14:paraId="20FFC495" w14:textId="77777777"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5" w:name="pos5"/>
            <w:bookmarkEnd w:id="5"/>
            <w:r>
              <w:rPr>
                <w:rFonts w:ascii="Times New Roman" w:hAnsi="Times New Roman"/>
                <w:sz w:val="20"/>
                <w:szCs w:val="20"/>
              </w:rPr>
              <w:t>из них инвалидов</w:t>
            </w:r>
          </w:p>
        </w:tc>
        <w:tc>
          <w:tcPr>
            <w:tcW w:w="843" w:type="dxa"/>
            <w:vAlign w:val="center"/>
          </w:tcPr>
          <w:p w14:paraId="0F253FCE" w14:textId="77777777" w:rsidR="00AF1EDF" w:rsidRPr="00F06873" w:rsidRDefault="00EC5671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3118" w:type="dxa"/>
            <w:vAlign w:val="center"/>
          </w:tcPr>
          <w:p w14:paraId="230D73BE" w14:textId="77777777" w:rsidR="00AF1EDF" w:rsidRPr="00F06873" w:rsidRDefault="00EC5671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063" w:type="dxa"/>
            <w:vAlign w:val="center"/>
          </w:tcPr>
          <w:p w14:paraId="561DF273" w14:textId="77777777" w:rsidR="00AF1EDF" w:rsidRPr="00F06873" w:rsidRDefault="00EC5671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14:paraId="55EB08FB" w14:textId="77777777" w:rsidR="00AF1EDF" w:rsidRPr="00F06873" w:rsidRDefault="00EC5671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169" w:type="dxa"/>
            <w:vAlign w:val="center"/>
          </w:tcPr>
          <w:p w14:paraId="34C471E8" w14:textId="77777777" w:rsidR="00AF1EDF" w:rsidRPr="00F06873" w:rsidRDefault="00EC5671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14:paraId="6F529A42" w14:textId="77777777" w:rsidR="00AF1EDF" w:rsidRPr="00F06873" w:rsidRDefault="00EC5671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14:paraId="4EF4D308" w14:textId="77777777" w:rsidR="00AF1EDF" w:rsidRPr="00F06873" w:rsidRDefault="00EC5671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70" w:type="dxa"/>
            <w:vAlign w:val="center"/>
          </w:tcPr>
          <w:p w14:paraId="2150B9E4" w14:textId="77777777" w:rsidR="00AF1EDF" w:rsidRPr="00F06873" w:rsidRDefault="00EC5671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14:paraId="30F82D75" w14:textId="77777777" w:rsidR="00AF1EDF" w:rsidRPr="00F06873" w:rsidRDefault="00EC5671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</w:tbl>
    <w:p w14:paraId="320CA6F5" w14:textId="77777777" w:rsidR="00F06873" w:rsidRDefault="00F06873" w:rsidP="00F06873">
      <w:pPr>
        <w:pStyle w:val="a6"/>
        <w:jc w:val="both"/>
        <w:rPr>
          <w:rFonts w:ascii="Times New Roman" w:hAnsi="Times New Roman"/>
          <w:b/>
          <w:sz w:val="28"/>
          <w:szCs w:val="28"/>
        </w:rPr>
      </w:pPr>
    </w:p>
    <w:p w14:paraId="6B987467" w14:textId="77777777" w:rsidR="00EC5671" w:rsidRDefault="00F06873" w:rsidP="00EC5671">
      <w:pPr>
        <w:jc w:val="right"/>
        <w:rPr>
          <w:sz w:val="20"/>
        </w:rPr>
      </w:pPr>
      <w:r w:rsidRPr="00F06873">
        <w:t>Таблица 2</w:t>
      </w:r>
      <w:r w:rsidR="00EC5671">
        <w:fldChar w:fldCharType="begin"/>
      </w:r>
      <w:r w:rsidR="00EC5671">
        <w:instrText xml:space="preserve"> INCLUDETEXT  "C:\\Users\\Acer\\Desktop\\Программа\\БАЗА 2024\\ARMv51_files\\sv_ved_org_169.xml" \! \t "C:\\ProgramData\\attest5\\5.1\\xsl\\per_rm\\form2_01.xsl"  \* MERGEFORMAT </w:instrText>
      </w:r>
      <w:r w:rsidR="00EC5671">
        <w:fldChar w:fldCharType="separate"/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960"/>
        <w:gridCol w:w="1194"/>
        <w:gridCol w:w="438"/>
        <w:gridCol w:w="438"/>
        <w:gridCol w:w="589"/>
        <w:gridCol w:w="438"/>
        <w:gridCol w:w="438"/>
        <w:gridCol w:w="589"/>
        <w:gridCol w:w="589"/>
        <w:gridCol w:w="589"/>
        <w:gridCol w:w="589"/>
        <w:gridCol w:w="589"/>
        <w:gridCol w:w="589"/>
        <w:gridCol w:w="589"/>
        <w:gridCol w:w="589"/>
        <w:gridCol w:w="589"/>
        <w:gridCol w:w="590"/>
        <w:gridCol w:w="741"/>
        <w:gridCol w:w="741"/>
        <w:gridCol w:w="741"/>
        <w:gridCol w:w="741"/>
        <w:gridCol w:w="741"/>
        <w:gridCol w:w="590"/>
        <w:gridCol w:w="439"/>
      </w:tblGrid>
      <w:tr w:rsidR="00EC5671" w14:paraId="625D0E41" w14:textId="77777777">
        <w:trPr>
          <w:divId w:val="728043084"/>
        </w:trPr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92B2ACC" w14:textId="14390C45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Индивидуальный номер рабочего места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815BFEE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Профессия/должность/специальность работника</w:t>
            </w:r>
          </w:p>
        </w:tc>
        <w:tc>
          <w:tcPr>
            <w:tcW w:w="0" w:type="auto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570F5EA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Классы (подклассы) условий труда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extDirection w:val="btLr"/>
            <w:vAlign w:val="center"/>
            <w:hideMark/>
          </w:tcPr>
          <w:p w14:paraId="7996CD6C" w14:textId="77777777" w:rsidR="00EC5671" w:rsidRDefault="00EC567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Итоговый класс (подкласс) условий труда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extDirection w:val="btLr"/>
            <w:vAlign w:val="center"/>
            <w:hideMark/>
          </w:tcPr>
          <w:p w14:paraId="2953AA03" w14:textId="77777777" w:rsidR="00EC5671" w:rsidRDefault="00EC567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Итоговый класс (подкласс) условий труда с учетом эффективного применения СИЗ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extDirection w:val="btLr"/>
            <w:vAlign w:val="center"/>
            <w:hideMark/>
          </w:tcPr>
          <w:p w14:paraId="09ADFFA6" w14:textId="77777777" w:rsidR="00EC5671" w:rsidRDefault="00EC567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Повышенный размер оплаты труда (да,нет)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extDirection w:val="btLr"/>
            <w:vAlign w:val="center"/>
            <w:hideMark/>
          </w:tcPr>
          <w:p w14:paraId="73352C83" w14:textId="77777777" w:rsidR="00EC5671" w:rsidRDefault="00EC567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Ежегодный дополнительный оплачиваемый отпуск (да/нет)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extDirection w:val="btLr"/>
            <w:vAlign w:val="center"/>
            <w:hideMark/>
          </w:tcPr>
          <w:p w14:paraId="59F99A0B" w14:textId="77777777" w:rsidR="00EC5671" w:rsidRDefault="00EC567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Сокращенная продолжительность рабочего времени (да/нет)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extDirection w:val="btLr"/>
            <w:vAlign w:val="center"/>
            <w:hideMark/>
          </w:tcPr>
          <w:p w14:paraId="57978CF5" w14:textId="77777777" w:rsidR="00EC5671" w:rsidRDefault="00EC567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Молоко или другие равноценные пищевые продукты (да/нет)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extDirection w:val="btLr"/>
            <w:vAlign w:val="center"/>
            <w:hideMark/>
          </w:tcPr>
          <w:p w14:paraId="6C078198" w14:textId="77777777" w:rsidR="00EC5671" w:rsidRDefault="00EC567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Лечебно-профилактическое питание (да/нет)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extDirection w:val="btLr"/>
            <w:vAlign w:val="center"/>
            <w:hideMark/>
          </w:tcPr>
          <w:p w14:paraId="7703A850" w14:textId="77777777" w:rsidR="00EC5671" w:rsidRDefault="00EC567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Право на досрочное назначение страховой пенсии (да/нет) </w:t>
            </w:r>
          </w:p>
        </w:tc>
      </w:tr>
      <w:tr w:rsidR="00EC5671" w14:paraId="6F842FBC" w14:textId="77777777">
        <w:trPr>
          <w:divId w:val="728043084"/>
          <w:trHeight w:val="220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6F8C3EF" w14:textId="77777777" w:rsidR="00EC5671" w:rsidRDefault="00EC567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0816604" w14:textId="77777777" w:rsidR="00EC5671" w:rsidRDefault="00EC567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extDirection w:val="btLr"/>
            <w:vAlign w:val="center"/>
            <w:hideMark/>
          </w:tcPr>
          <w:p w14:paraId="6F337826" w14:textId="77777777" w:rsidR="00EC5671" w:rsidRDefault="00EC567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Химический фактор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extDirection w:val="btLr"/>
            <w:vAlign w:val="center"/>
            <w:hideMark/>
          </w:tcPr>
          <w:p w14:paraId="24953BB3" w14:textId="77777777" w:rsidR="00EC5671" w:rsidRDefault="00EC567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Биологический фактор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extDirection w:val="btLr"/>
            <w:vAlign w:val="center"/>
            <w:hideMark/>
          </w:tcPr>
          <w:p w14:paraId="0C1FF91A" w14:textId="77777777" w:rsidR="00EC5671" w:rsidRDefault="00EC567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Аэрозоли преимущественно фиброгенного действия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extDirection w:val="btLr"/>
            <w:vAlign w:val="center"/>
            <w:hideMark/>
          </w:tcPr>
          <w:p w14:paraId="41A42154" w14:textId="77777777" w:rsidR="00EC5671" w:rsidRDefault="00EC567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Шум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extDirection w:val="btLr"/>
            <w:vAlign w:val="center"/>
            <w:hideMark/>
          </w:tcPr>
          <w:p w14:paraId="509F66E9" w14:textId="77777777" w:rsidR="00EC5671" w:rsidRDefault="00EC567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Инфразвук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extDirection w:val="btLr"/>
            <w:vAlign w:val="center"/>
            <w:hideMark/>
          </w:tcPr>
          <w:p w14:paraId="0E3BD8DB" w14:textId="77777777" w:rsidR="00EC5671" w:rsidRDefault="00EC567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Ультразвук воздушный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extDirection w:val="btLr"/>
            <w:vAlign w:val="center"/>
            <w:hideMark/>
          </w:tcPr>
          <w:p w14:paraId="28FB05BA" w14:textId="77777777" w:rsidR="00EC5671" w:rsidRDefault="00EC567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Вибрация общая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extDirection w:val="btLr"/>
            <w:vAlign w:val="center"/>
            <w:hideMark/>
          </w:tcPr>
          <w:p w14:paraId="411784F1" w14:textId="77777777" w:rsidR="00EC5671" w:rsidRDefault="00EC567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Вибрация локальная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extDirection w:val="btLr"/>
            <w:vAlign w:val="center"/>
            <w:hideMark/>
          </w:tcPr>
          <w:p w14:paraId="3E53D942" w14:textId="77777777" w:rsidR="00EC5671" w:rsidRDefault="00EC567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Неионизирующие излучения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extDirection w:val="btLr"/>
            <w:vAlign w:val="center"/>
            <w:hideMark/>
          </w:tcPr>
          <w:p w14:paraId="31C28C4C" w14:textId="77777777" w:rsidR="00EC5671" w:rsidRDefault="00EC567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Ионизирующие излучения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extDirection w:val="btLr"/>
            <w:vAlign w:val="center"/>
            <w:hideMark/>
          </w:tcPr>
          <w:p w14:paraId="0F8D18DA" w14:textId="77777777" w:rsidR="00EC5671" w:rsidRDefault="00EC567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Параметры микроклимата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extDirection w:val="btLr"/>
            <w:vAlign w:val="center"/>
            <w:hideMark/>
          </w:tcPr>
          <w:p w14:paraId="32FF237C" w14:textId="77777777" w:rsidR="00EC5671" w:rsidRDefault="00EC567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Параметры световой среды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extDirection w:val="btLr"/>
            <w:vAlign w:val="center"/>
            <w:hideMark/>
          </w:tcPr>
          <w:p w14:paraId="0101200C" w14:textId="77777777" w:rsidR="00EC5671" w:rsidRDefault="00EC567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Тяжесть трудового процесса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extDirection w:val="btLr"/>
            <w:vAlign w:val="center"/>
            <w:hideMark/>
          </w:tcPr>
          <w:p w14:paraId="2337113A" w14:textId="77777777" w:rsidR="00EC5671" w:rsidRDefault="00EC567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Напряженность трудового процесса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29C9FA3" w14:textId="77777777" w:rsidR="00EC5671" w:rsidRDefault="00EC567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DA4ECB9" w14:textId="77777777" w:rsidR="00EC5671" w:rsidRDefault="00EC567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B1A2F63" w14:textId="77777777" w:rsidR="00EC5671" w:rsidRDefault="00EC567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698D7AD" w14:textId="77777777" w:rsidR="00EC5671" w:rsidRDefault="00EC567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096B675" w14:textId="77777777" w:rsidR="00EC5671" w:rsidRDefault="00EC567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0E2593B" w14:textId="77777777" w:rsidR="00EC5671" w:rsidRDefault="00EC567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6860526" w14:textId="77777777" w:rsidR="00EC5671" w:rsidRDefault="00EC567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E806A8C" w14:textId="77777777" w:rsidR="00EC5671" w:rsidRDefault="00EC5671">
            <w:pPr>
              <w:jc w:val="center"/>
              <w:rPr>
                <w:sz w:val="16"/>
                <w:szCs w:val="16"/>
              </w:rPr>
            </w:pPr>
          </w:p>
        </w:tc>
      </w:tr>
      <w:tr w:rsidR="00EC5671" w14:paraId="0E55F506" w14:textId="77777777">
        <w:trPr>
          <w:divId w:val="728043084"/>
        </w:trPr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D2825F3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844AF6C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E0A9B67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7F877BD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21665C7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04B4E25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401CCE3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41E0C71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FCFF4CA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7EEA387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9044A15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49AF1E1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73E0DF2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2A9C226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589FF5B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A15E77B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55E0D9C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43CEECB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0A1A26A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3E0669E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2CD9862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45BDCDE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334EE63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0AA3F95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</w:t>
            </w:r>
          </w:p>
        </w:tc>
      </w:tr>
      <w:tr w:rsidR="00EC5671" w14:paraId="765EAE5F" w14:textId="77777777">
        <w:trPr>
          <w:divId w:val="728043084"/>
        </w:trPr>
        <w:tc>
          <w:tcPr>
            <w:tcW w:w="0" w:type="auto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2A59C02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Административно-управленческий персонал</w:t>
            </w:r>
          </w:p>
        </w:tc>
      </w:tr>
      <w:tr w:rsidR="00EC5671" w14:paraId="7B908339" w14:textId="77777777">
        <w:trPr>
          <w:divId w:val="72804308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95474D0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20240001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812249C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врач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B132E5E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9E6A0BF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FB175A2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5FAB52D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E05336B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892994B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B0F8AD2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E4D5316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77940B2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1B3AE00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5271ED4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8D662E9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39D71D2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A242B5A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8A00006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D2DC856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06B6322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2C6EBA9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44BAA34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5CD77CF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67A481E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C2D93EA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C5671" w14:paraId="2FC50822" w14:textId="77777777">
        <w:trPr>
          <w:divId w:val="72804308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2070E6D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20240002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3C15B05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Главная медицинская сестра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BCD862F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6A1C232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6A3BB39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2526959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EA06DE7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BA4DFFB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F316857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57CA85F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A542B63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A115DDE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74ACC83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B94A6A3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0C9AE61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433A020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B9299C9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222634C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C484C0D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C9A68B6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AAFEDBA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A3FC9B8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C2A66D2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1B74B00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C5671" w14:paraId="6AE1B9C1" w14:textId="77777777">
        <w:trPr>
          <w:divId w:val="72804308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4D5BE9E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20240003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6FE8B11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инженер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E29D294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5807BF0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D1F8FE9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EE0C2CB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F9DEE32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8C79ECD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D23DF82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442718B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40AA9E0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823E20B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3A3C0DF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C2B1508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BD2D4EF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23FA693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EE60F65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AE98629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BCCB607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76FE9EE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B6E42ED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00A546A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75549F1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E025773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C5671" w14:paraId="45831C6C" w14:textId="77777777">
        <w:trPr>
          <w:divId w:val="72804308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0A01F5D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20240004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9E03589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энергетик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972A143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DA14EAB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053F354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FAAA513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08B8F49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504C501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30676FB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A0F36D3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4B72CF9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2450AB8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DB932DF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4E182EF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A68D034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20862BD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6C0AC46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89DDB70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AF821A3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C2F7522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3AD6A33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ECFFFFF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C9C8877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C2C2B39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C5671" w14:paraId="3599531A" w14:textId="77777777">
        <w:trPr>
          <w:divId w:val="72804308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1E638AB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20240005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818E55F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Заместитель главного врача по аккушерско-гинекологической помощи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E241A8B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A1B26B5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EA8A9EC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78B971B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130AE85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3A3D146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EA043AB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550E93C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C109536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3392078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19F6C24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C048508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4706997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78F65B3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33D6570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5693242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FB9ED24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ACB3C6B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1D9B382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7C84596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92270A6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9484C07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C5671" w14:paraId="54348E99" w14:textId="77777777">
        <w:trPr>
          <w:divId w:val="72804308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615ECE1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20240006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22D44D0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Заместитель главного врача по контролю качества и клинико-</w:t>
            </w:r>
            <w:r>
              <w:rPr>
                <w:sz w:val="18"/>
                <w:szCs w:val="18"/>
              </w:rPr>
              <w:lastRenderedPageBreak/>
              <w:t>экспертной работе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DB5A792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CEA54DE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4C6B7C4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684C26E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E23C2D5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CF67385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5BA7ED2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EA01F65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FE14F1E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1A4FB41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147BFC9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8954D52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2C431B0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BB2D9D3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75B1F8F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DD69BB9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D20DBD4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09E22C5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DA88F60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6910501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479DADE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1CE58E1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C5671" w14:paraId="08AF0839" w14:textId="77777777">
        <w:trPr>
          <w:divId w:val="72804308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F4F5BC5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20240007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2808CC1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Заместитель главного врача по лабораторной диагностике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8A48914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B2B8A40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06385C0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50F020C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BCE6466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7EE4EF5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C57E5CB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3177FF5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7947A00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6191AFB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C2CFCE2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4EE1A96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D7E8D9C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B0B7E73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2FEE761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7FF59C4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A2392C4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1C22586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02641A0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6B05697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5F6B2ED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43B0EAF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C5671" w14:paraId="5E78A087" w14:textId="77777777">
        <w:trPr>
          <w:divId w:val="72804308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DDB3279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20240008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D2C158A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Заместитель главного врача по терапии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F4310D8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AEA13C6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1055C95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5BDAF2C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8F60C2A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23D97A7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FEFA6D3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7DFDF98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2919620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638FD2D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3557FFE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21BE22E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2C0CD50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9913E4C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40FA0FC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69F9FF1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4C7A376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9D6C792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FB326D8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6E62182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5A04794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0E6B9F3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C5671" w14:paraId="26234012" w14:textId="77777777">
        <w:trPr>
          <w:divId w:val="72804308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4B3419E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20240009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BE93DC9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Заместитель главного врача по хирургической помощи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DF43DBB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DF1168F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4FB4DCF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7E4BA38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CC8BCC6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BFEEE3E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E069319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D45E000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CAF497F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BA383BF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B0224E7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C4EAF20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1A1262F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E429E75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CC5CFFD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BC8DC87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3C0E2B1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9C543E5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FCA6662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2C68E4C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64DEB81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6506AF0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C5671" w14:paraId="3B0365B0" w14:textId="77777777">
        <w:trPr>
          <w:divId w:val="72804308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15DC5EF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20240010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57F4207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Заместитель главного врача по экономическим вопросам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E150F70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8FE1021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5BDB707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A2356E5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8C95061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E1D7420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AFCD621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0AF760C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6507DD5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8F81531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051D736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EBA075D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1B93EF8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AB1952D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9B49419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FA25821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21BA3AE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963452B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0615F3B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28F47C1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DC0917B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F99D169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C5671" w14:paraId="15C3C785" w14:textId="77777777">
        <w:trPr>
          <w:divId w:val="72804308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C60E1CA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20240011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BC2B57B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Заместитель главного врача по экспертизе временной нетрудоспособности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7B92B3D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5BCB13C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2E7F7D5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81B603A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D474D3D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36B0888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C332E7D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28B2628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F43C7F0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65A2252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AE37F5B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499782F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EA490C6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A52AC69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0ACFFA0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7D781E7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19F6086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A46B3D8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56E4408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234A339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866A403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4AEECEC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C5671" w14:paraId="08A78A71" w14:textId="77777777">
        <w:trPr>
          <w:divId w:val="72804308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2C9EC1F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20200251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7741A94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Заместитель главного врача по медицинской части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C2C9E3E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6BFA1BE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0ACBB30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D95C6A6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5F2C092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CD28690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3814750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1998B6D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A869362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7D11F0D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CA0EBE5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486968B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A4A30FB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B45E8E6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4047F9E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BA0B5DB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F6D43C8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DCE5CD3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0CBC639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4803BB1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67EDDF9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C169037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C5671" w14:paraId="4BAF141D" w14:textId="77777777">
        <w:trPr>
          <w:divId w:val="728043084"/>
        </w:trPr>
        <w:tc>
          <w:tcPr>
            <w:tcW w:w="0" w:type="auto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E76B94A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Стационар (г. Пермь, ул. Пушкина, д. 85)</w:t>
            </w:r>
          </w:p>
        </w:tc>
      </w:tr>
      <w:tr w:rsidR="00EC5671" w14:paraId="18968BD3" w14:textId="77777777">
        <w:trPr>
          <w:divId w:val="728043084"/>
        </w:trPr>
        <w:tc>
          <w:tcPr>
            <w:tcW w:w="0" w:type="auto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6A37A46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Хирургическое отделение № 2</w:t>
            </w:r>
          </w:p>
        </w:tc>
      </w:tr>
      <w:tr w:rsidR="00EC5671" w14:paraId="0408270C" w14:textId="77777777">
        <w:trPr>
          <w:divId w:val="72804308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27EE090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20240013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879D605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Медицинский регистратор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5145243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7A4A303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20E9FA7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60FA347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0F7E449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0FDAA59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E7CEC67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985FD9E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45F53D6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82036DA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6E4F148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80937D1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4AF0C8B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A80EC24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EEFEB08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5187675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6855D90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5634F33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DE25B53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FD66C78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00C3866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FDC5DD2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C5671" w14:paraId="42B1DAD3" w14:textId="77777777">
        <w:trPr>
          <w:divId w:val="72804308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7CE9E19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20240012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C93FB66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Уборщик служебных помещений 1-й разряд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4205B7C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8627F4F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5BADCAE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CB0D706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735FCE3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D33661B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7E10B41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F79703D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0D3B3C4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4A45DB7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0AC0475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233C138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688241D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FDE2ACD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91CE925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528EEDC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E602D28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AB1636C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24004DF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D07A24C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8EA1BCB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83920F2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C5671" w14:paraId="673463DB" w14:textId="77777777">
        <w:trPr>
          <w:divId w:val="728043084"/>
        </w:trPr>
        <w:tc>
          <w:tcPr>
            <w:tcW w:w="0" w:type="auto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C24B4AF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Отделение хирургическое торакальное</w:t>
            </w:r>
          </w:p>
        </w:tc>
      </w:tr>
      <w:tr w:rsidR="00EC5671" w14:paraId="508642F2" w14:textId="77777777">
        <w:trPr>
          <w:divId w:val="72804308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FE7B0EF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20240015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67B9BA3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Уборщик служебных помещений 1-й разряд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F0E9BBF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E79DEEE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46A238F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6E2E948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A1C622C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DEF04DC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59A1B59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41824B6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D452BDE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1B09DA6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F9C8D0B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3DBD17D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30087F3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66C1918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C0B80D1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059AD44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B58CD4A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8C86395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AA0FA7D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CB63918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5B92396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A97117A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C5671" w14:paraId="5D7B8CE3" w14:textId="77777777">
        <w:trPr>
          <w:divId w:val="728043084"/>
        </w:trPr>
        <w:tc>
          <w:tcPr>
            <w:tcW w:w="0" w:type="auto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9C31EA5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Нейрохирургическое отделение</w:t>
            </w:r>
          </w:p>
        </w:tc>
      </w:tr>
      <w:tr w:rsidR="00EC5671" w14:paraId="3C8FCB03" w14:textId="77777777">
        <w:trPr>
          <w:divId w:val="72804308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7D8BE59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20240017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10B4D07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Врач-офтальмолог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996C037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758BA14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1E743CE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021104F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F7BA061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4C4A8D7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78E26D5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374946A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A6E9AF3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03B1A18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664DEF1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6C97D52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AD98E5A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736EB2F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0E957C5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2D8F768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8983EA0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3A764E8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7D6D786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816EED8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2D5B308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B41F639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C5671" w14:paraId="5E707769" w14:textId="77777777">
        <w:trPr>
          <w:divId w:val="72804308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36C17EA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20240016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4DE6672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Врач-оториноларинголог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30CCF66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D7D4770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A2A3CD3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16C39C6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FF159F1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9143370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7063510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42E9DCD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B688609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3EAC276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03315BD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2D5CA95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EC95E37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E3044A3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CC61E32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7813D1A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411FF96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18701F9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3637730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9E03C17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A6DF50E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75EE47E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C5671" w14:paraId="2A879D76" w14:textId="77777777">
        <w:trPr>
          <w:divId w:val="728043084"/>
        </w:trPr>
        <w:tc>
          <w:tcPr>
            <w:tcW w:w="0" w:type="auto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BA1D57B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Лечебно-диагностическое отделение</w:t>
            </w:r>
          </w:p>
        </w:tc>
      </w:tr>
      <w:tr w:rsidR="00EC5671" w14:paraId="2131FCB1" w14:textId="77777777">
        <w:trPr>
          <w:divId w:val="728043084"/>
        </w:trPr>
        <w:tc>
          <w:tcPr>
            <w:tcW w:w="0" w:type="auto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FB0802D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Приемное отделение № 2</w:t>
            </w:r>
          </w:p>
        </w:tc>
      </w:tr>
      <w:tr w:rsidR="00EC5671" w14:paraId="102F16B2" w14:textId="77777777">
        <w:trPr>
          <w:divId w:val="72804308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5B7CA93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20240018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6E32CB0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Медицинский регистратор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4363A20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F609D76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885AEC7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B8EEC52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50CF270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CBD74D9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B389196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435D86B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0BC722B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874814F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8919B8E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5094C15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0B8B5FE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92AAE7C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574A363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6ACECB9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302544A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B6887FB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4356DA5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0BC1508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A7F8F53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AAA3E92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C5671" w14:paraId="4694E554" w14:textId="77777777">
        <w:trPr>
          <w:divId w:val="72804308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9867238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20240048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5D8BA17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Уборщик служебных помещений 1-й разряд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667E5FC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AEEE862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A55F0C2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E0237BC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62131C4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27EF975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C34BB65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E05ECE2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45D4FC0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AC954AF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8C2B8E8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13C7585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77555F8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B6FDF3D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DD40052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91D4FD6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48C9CF0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16D4EA6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96EF744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110D80D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E3D375F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D8230BF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C5671" w14:paraId="6EE7FB19" w14:textId="77777777">
        <w:trPr>
          <w:divId w:val="728043084"/>
        </w:trPr>
        <w:tc>
          <w:tcPr>
            <w:tcW w:w="0" w:type="auto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92EAE77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Операционный блок № 1</w:t>
            </w:r>
          </w:p>
        </w:tc>
      </w:tr>
      <w:tr w:rsidR="00EC5671" w14:paraId="7877082D" w14:textId="77777777">
        <w:trPr>
          <w:divId w:val="72804308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498CF30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20240019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5514DDE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Техник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B24E091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0C7E6E0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FF1152A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EC5B46B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1A71D47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31AED4F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B0EB23C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DD88D06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7A7083A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DF38C3C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357BA9B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79E99DD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A8166B0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14D38A5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A82C916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6694534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F90D187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1C308A1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22EC135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6B6FB59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4D57128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B62CD9E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C5671" w14:paraId="69B8E86A" w14:textId="77777777">
        <w:trPr>
          <w:divId w:val="72804308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981A821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20240020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E1B9E2E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Уборщик служебных помещений 1-й разряд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4901A4A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74D389C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881AD8F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1EC2E93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CC39F42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7C1895C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6BF54EE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52A0561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81D28B1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1AEC899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9525533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69B412C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D2015F2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2F69A09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9804327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89D20FC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F073A17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34C5653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298A36B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4C1FD9D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12B3D4B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2DB14C7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C5671" w14:paraId="3778494E" w14:textId="77777777">
        <w:trPr>
          <w:divId w:val="72804308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5B90757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20240021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65B96D4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Уборщик служебных помещений 1-й разряд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2B63788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37D2130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26F24E7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CE76C24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52C59B9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17AF456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4FC50E6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EB8503B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FEAEEFA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2DEDD49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ADC2C15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B94177E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B560BFA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F162912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0327AAC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B98D7E0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19E797A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7A713A2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FA937A5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9C89047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E53DDBE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26E95DF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C5671" w14:paraId="6768DEB1" w14:textId="77777777">
        <w:trPr>
          <w:divId w:val="728043084"/>
        </w:trPr>
        <w:tc>
          <w:tcPr>
            <w:tcW w:w="0" w:type="auto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CA0FF25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Операционный блок № 2</w:t>
            </w:r>
          </w:p>
        </w:tc>
      </w:tr>
      <w:tr w:rsidR="00EC5671" w14:paraId="3841D24F" w14:textId="77777777">
        <w:trPr>
          <w:divId w:val="72804308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D342B9B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20240022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579A417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Уборщик служебных помещений 1-й разряд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698C478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DB61FAF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EEA7296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33AC18D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0202EFE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DB787FC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4E8B3D9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E487BD9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DC422E0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87ACC8E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A0653FB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FD08957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E31C18B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5DAE3E9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9664992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4213D67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A3D90AE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6E42B37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A5ACC2C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857A31A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5190499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BD2277E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C5671" w14:paraId="0C6D6EC7" w14:textId="77777777">
        <w:trPr>
          <w:divId w:val="728043084"/>
        </w:trPr>
        <w:tc>
          <w:tcPr>
            <w:tcW w:w="0" w:type="auto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02DE9C1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Отделение анестезиологии-реанимации</w:t>
            </w:r>
          </w:p>
        </w:tc>
      </w:tr>
      <w:tr w:rsidR="00EC5671" w14:paraId="70343B22" w14:textId="77777777">
        <w:trPr>
          <w:divId w:val="72804308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D3F7DB7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20240023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7C6C2E0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Уборщик служебных помещений 1-й разряд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F2EECB5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63BB3B8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B6A7D20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F4F01F3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50AB280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66EAF92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F522A0F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E24803B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95817CC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395C813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4294803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EBC5D08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B49A963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3F41EA0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74783B7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D94E809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49671F7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A9F029F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1346B32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3014A68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390718A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7609B58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C5671" w14:paraId="4D044DD9" w14:textId="77777777">
        <w:trPr>
          <w:divId w:val="728043084"/>
        </w:trPr>
        <w:tc>
          <w:tcPr>
            <w:tcW w:w="0" w:type="auto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ECD8216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Отделение реанимации и интенсивной терапии № 2</w:t>
            </w:r>
          </w:p>
        </w:tc>
      </w:tr>
      <w:tr w:rsidR="00EC5671" w14:paraId="3A8E0F8A" w14:textId="77777777">
        <w:trPr>
          <w:divId w:val="72804308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92B5F17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20240014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FEBC65A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Медицинская сестра (медицинский брат) палатная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3255219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9CB5608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8B05FA7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1524EFA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DACA756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39C51E7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EFEE595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3BA56BB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E9DEFFE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C0CB59F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EA06023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9951493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74340F8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A201D59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D129C1A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DFB50D6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D58EED8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7CFAAC9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4D7C474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4984B0B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183A19D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1DBDBDB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C5671" w14:paraId="7B631B7F" w14:textId="77777777">
        <w:trPr>
          <w:divId w:val="728043084"/>
        </w:trPr>
        <w:tc>
          <w:tcPr>
            <w:tcW w:w="0" w:type="auto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6F6F6B3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Патолого-анатомическое отделение</w:t>
            </w:r>
          </w:p>
        </w:tc>
      </w:tr>
      <w:tr w:rsidR="00EC5671" w14:paraId="4AAFE55B" w14:textId="77777777">
        <w:trPr>
          <w:divId w:val="72804308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422DBB0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20240024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852AED9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Медицинский регистратор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70AB8B6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15CFDF4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7873954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9AF347E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17D9712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A196A74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C15A09C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4BF4A8D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99BE0CF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C0C3A04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C1A9CF7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404B721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3F22927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C21B7E6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498E0A1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7EE2D72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75247A8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A93B852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012F5C9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26BEB40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12CB7D0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B947DEE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C5671" w14:paraId="6C7BA0C8" w14:textId="77777777">
        <w:trPr>
          <w:divId w:val="72804308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8FEC25A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20240025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072DEEC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Администратор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1DED09D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BF5D873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17D7D36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6393465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B9BCDE0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335D349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2F740E2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280DBC5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47BDADA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E879F34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3F38F11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1C45EB6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572364C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999D4B4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D81E817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BB18702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4952A9A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990055F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52B0CE4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F9A5893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F44DFC3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0490618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C5671" w14:paraId="6B2CA0CE" w14:textId="77777777">
        <w:trPr>
          <w:divId w:val="72804308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DD3FF3B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20240026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8F36DE6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Уборщик служебных помещений 1-й разряд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DCBE6E0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264DC71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269B650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C83FE0C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EB5C3D0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E25D7E8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CD8B4D9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09ED34E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81D3585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39B1586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F955FDD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08B853D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3835AD6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140B03D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9B5EE99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38F46A4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A95BA00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D0D6339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5A457A7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CC36241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E9D477B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2CC1ACB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C5671" w14:paraId="72C6C7F6" w14:textId="77777777">
        <w:trPr>
          <w:divId w:val="728043084"/>
        </w:trPr>
        <w:tc>
          <w:tcPr>
            <w:tcW w:w="0" w:type="auto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A21EE7C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Кабинет трансфузиологии</w:t>
            </w:r>
          </w:p>
        </w:tc>
      </w:tr>
      <w:tr w:rsidR="00EC5671" w14:paraId="5CBF71D2" w14:textId="77777777">
        <w:trPr>
          <w:divId w:val="72804308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EF21C0E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20240027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92B304F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Врач-трансфузиолог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8E91DC4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227C497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AADAD46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3DD16CB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3C044B6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218C139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AB99002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BD67092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CA974B1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BEE9A79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BA8C449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47F046D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7D9B69E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63FB055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45C53B1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5038A95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3E87BCE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8E2431D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B3568A2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AFBD211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9B68707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A6701DD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C5671" w14:paraId="08252EDE" w14:textId="77777777">
        <w:trPr>
          <w:divId w:val="728043084"/>
        </w:trPr>
        <w:tc>
          <w:tcPr>
            <w:tcW w:w="0" w:type="auto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77E6CEA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Консультативно-диагностическая группа (для лечения COVID-19)</w:t>
            </w:r>
          </w:p>
        </w:tc>
      </w:tr>
      <w:tr w:rsidR="00EC5671" w14:paraId="241F9CD9" w14:textId="77777777">
        <w:trPr>
          <w:divId w:val="72804308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583B6AB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20240028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903848D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Врач-бактериолог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7010B8A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E24596B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3871EC2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1B3DDDB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C52EB43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4180E81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9F1484D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86F78DC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77C3CF4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43B3CD9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F9A335C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9B14B28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19D053C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FDEC87B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0BDEFED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1AA1764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55004F6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9DB2819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79E1741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6EF0016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9E34646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F0BD60E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C5671" w14:paraId="48719542" w14:textId="77777777">
        <w:trPr>
          <w:divId w:val="728043084"/>
        </w:trPr>
        <w:tc>
          <w:tcPr>
            <w:tcW w:w="0" w:type="auto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BD0E86D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Кабинет магнитно-резонансной томографии</w:t>
            </w:r>
          </w:p>
        </w:tc>
      </w:tr>
      <w:tr w:rsidR="00EC5671" w14:paraId="7DE4E2CB" w14:textId="77777777">
        <w:trPr>
          <w:divId w:val="72804308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877E1F6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20240029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A24842B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Врач-рентгенолог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5EF2B62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3600632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5DAA3D2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FCBB290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48E2125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B9A5251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A54F15F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7BCC4C5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FD58BAF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E5CBBC6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69C76DF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B88F79E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090417E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92D3121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5C274DD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00A0CC4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C9883D0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2057669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69C8EA9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F19AE2E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73BEAD0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0ABE7B6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C5671" w14:paraId="00E65F99" w14:textId="77777777">
        <w:trPr>
          <w:divId w:val="72804308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0DD6FFE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20240030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A1E52FE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Рентгенолаборант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862AD71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CA4B9B7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6759060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730861F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B962588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A2ABD2E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4A86167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AADA880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326088B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522B8BA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015978D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763F036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003285A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42FCB47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89640AE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73C1D8A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846182A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419E5B6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08E6AE2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2A72C02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24FFC47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18E086F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C5671" w14:paraId="693AF885" w14:textId="77777777">
        <w:trPr>
          <w:divId w:val="728043084"/>
        </w:trPr>
        <w:tc>
          <w:tcPr>
            <w:tcW w:w="0" w:type="auto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0EE18D2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Отделение ранней медицинской реабилитации</w:t>
            </w:r>
          </w:p>
        </w:tc>
      </w:tr>
      <w:tr w:rsidR="00EC5671" w14:paraId="47C040AC" w14:textId="77777777">
        <w:trPr>
          <w:divId w:val="72804308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65CEF8E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20240044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65EE5AB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Медицинский логопед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19D84C0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2FA7300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D1A71C9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A8C067E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8E2097F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29316B8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FDB528E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BFAF6E4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5DE527B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D0F27BA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973EBC0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F281524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FBFF199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1A46D86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C0A7994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8E7230A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63835A4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56E837C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BB6FAA5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5BA7A89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DFBB781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CBBB29E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C5671" w14:paraId="579D6536" w14:textId="77777777">
        <w:trPr>
          <w:divId w:val="72804308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57DE844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20240039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A44541E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Медицинская сестра по медицинской реабилитации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A5BCD73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EE5AAB7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BD30493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96349ED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117F0B9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E7ACB11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7CD0731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F99CF99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ABDF089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3C163FA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D254E1B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B3224F2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DC0282A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FD19B57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7412867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9B7E26B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E75E509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BE04CA8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6E9A053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BB85B16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A8B00AF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1A5FB11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C5671" w14:paraId="6612A63C" w14:textId="77777777">
        <w:trPr>
          <w:divId w:val="728043084"/>
        </w:trPr>
        <w:tc>
          <w:tcPr>
            <w:tcW w:w="0" w:type="auto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C409EA3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Отделение сочетанной травмы</w:t>
            </w:r>
          </w:p>
        </w:tc>
      </w:tr>
      <w:tr w:rsidR="00EC5671" w14:paraId="0BC25FEA" w14:textId="77777777">
        <w:trPr>
          <w:divId w:val="72804308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4802F86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20240181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4AC1ED0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Врач-нейрохирург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A270A93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6CD6A5E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1765E21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5060ADB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3DB387F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C1317CF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3853876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8D40605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8F7D118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61D7969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3C77601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606DB6E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01CE759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FE419C0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CBC9B1D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A97827F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1762F9C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E0D359C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BCE7583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A7F2C9C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BDF26A0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AD9ACAD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C5671" w14:paraId="4A7F32FB" w14:textId="77777777">
        <w:trPr>
          <w:divId w:val="72804308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AE6393F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20240182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D2F0A4B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Врач-психиатр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0AAA203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D15FA7F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F37B6D3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76D9614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223621F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2780578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176AE01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0FE14F0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E75F3FB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E1DD840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9FDD0AA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93AD331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0C4B294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5039EF4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6F5992E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7026FCC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387C924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B3C305C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F1821CC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BD569EC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54D6246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4BFBB40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C5671" w14:paraId="3B19D567" w14:textId="77777777">
        <w:trPr>
          <w:divId w:val="72804308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CD3B1E3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20240183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05BF7C1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Врач-сердечно-сосудистый хирург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33C79FC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2208E57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601789F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17D3D82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CAD8495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7C43899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DBC11C9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3031B72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940AC92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12933CE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4B54CB7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A4CCB05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F153DAE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CEC2543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A5E4825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E026DE3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E3E6B04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B9C5238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70AF90D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B011EDE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50A1EDD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04ED3A3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C5671" w14:paraId="3D65A048" w14:textId="77777777">
        <w:trPr>
          <w:divId w:val="72804308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91CAB4E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20240184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BE4B5D7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Врач-травматолог-ортопед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020BF29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35281BA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F47A3BE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A61B4CC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161CADB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FAFF7BF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CC0191A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08FE110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AB9E01B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7D7359C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6309EA7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243459B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9D23C72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165EC42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E2569C9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C57F446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542FA5E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58BD94A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11BD05C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3154984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2B21C99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6001D02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C5671" w14:paraId="378D025C" w14:textId="77777777">
        <w:trPr>
          <w:divId w:val="72804308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EC2B9BA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20240185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F5C1108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Врач-хирург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A060824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4733BAC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3C51338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A7F2E19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C185E5A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DE8AAD7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1EED597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284F9BD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26DB979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67153DC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4AB1754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2AAEDD2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2727851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C7E8BE7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DC9D38A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2C53EEE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40C1C96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FB15E2A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2764986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EEF7278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30748CC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980A6D4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C5671" w14:paraId="42228B63" w14:textId="77777777">
        <w:trPr>
          <w:divId w:val="72804308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7A05A1D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20240186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DADEA72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Заведующий медицинским структурным подразделением – врач-травматолог-ортопед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407DE13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CDF3D65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B4311E7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71285F7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CAA0D4E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2CD2221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2A3400D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BDD1A80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C4E69EE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742A99A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3714021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AB5FAE4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266F2EA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281DF0A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B5648EA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8382161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C65877D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E0BACE9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0F55311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E8086B8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3BD2EFD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BC07A5A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C5671" w14:paraId="4CBDBCEB" w14:textId="77777777">
        <w:trPr>
          <w:divId w:val="72804308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24A33C0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20240187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3B01DF9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Медицинская сестра (медицинский брат) палатная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67AAF67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BA7C302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DF0ED3B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EC9D18A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F78848F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D822B4D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5C42282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06CA0AE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25D09AE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6492336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ED8C801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D7D8BBA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46655B5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4F2D366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2A4D74F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8E4B0DE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861ECD8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FC7FD27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6477D1D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F9780FF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23CB111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D61D1E3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C5671" w14:paraId="28628B30" w14:textId="77777777">
        <w:trPr>
          <w:divId w:val="72804308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60559D7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20240188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654581C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Медицинская сестра перевязочной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CC4FD31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C322489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AB0462D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7812535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07D3BA6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F65F72B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5C7F85F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39046DB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0FAFA3B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75E6586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B69B971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1FC163F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EEE1B78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FA0A75B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14139F4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E593510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F555E1C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90833F5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ABE2B65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C93C962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CA1B301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25D17AF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C5671" w14:paraId="5C366C04" w14:textId="77777777">
        <w:trPr>
          <w:divId w:val="72804308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7827884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20240189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356561E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Медицинская сестра процедурной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2328188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6A026EF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902614A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B5B0BC8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EDFBE77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89AA7A9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01EBC5C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62CF794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622C0A8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E45C958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64A066B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0E4FB5B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B8BACA5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86B26F0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1C1755D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5C0691E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18D9929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0399E00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D6F333F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E0E0281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A82EA33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B5F907A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C5671" w14:paraId="62D72E0B" w14:textId="77777777">
        <w:trPr>
          <w:divId w:val="72804308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EDAAB2C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20240190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5E58909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Старшая медицинская сестра (медицинский брат)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1C6CDC7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2D104E9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7B652A3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88CF195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21CCE13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61A8CF0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39DAB74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2C759EE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4D1E2AA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2F1807B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5DAB7BC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2C7AB52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10444BA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BCD688A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2304F39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25C166D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1D50979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4D93170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B4A5E4B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F103D76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D12A605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F77D299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C5671" w14:paraId="78663C92" w14:textId="77777777">
        <w:trPr>
          <w:divId w:val="72804308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40E3C93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20240191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136D8C6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Буфетчик 3-й разряд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0270A0F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4B9AB07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1E3139F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F7479B4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26DB80B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63A6D0A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A75F9D1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AFD90F5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CAECC2A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8DB33D6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C6064A6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901E7DB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9289534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4F09ACC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D6F52B5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2C4D85A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4ACAC12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F51EAEF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4AE95BC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8B32F01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D1F0DCF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B618CE0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C5671" w14:paraId="02D9FD75" w14:textId="77777777">
        <w:trPr>
          <w:divId w:val="72804308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52EAD05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20240192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AB05595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Кастелянша 2-й разряд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9D01AE3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FA41D35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6012A36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5BD16B0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21C12D7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A0B7EB9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6095707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F5C5686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4702840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DC4E35C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5531E88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0C726A4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3223640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287F277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46DA86D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DE35EB3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6B4D1AC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1DC6263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EB764ED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CA7C6B1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B7E520A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81E0607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C5671" w14:paraId="23DD1FB4" w14:textId="77777777">
        <w:trPr>
          <w:divId w:val="72804308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FDD2CD8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20240193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30E5547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Уборщик служебных помещений 1-й разряд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7EA6A79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7036A17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909CECC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84F24CE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F43AB41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20DD432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7927E78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A0AA88B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5F0CC5D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1DCECE4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378D040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CDA16E4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5AD1B8B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D0680EE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D8D17B5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8D34E4D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D6FA7C0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F837167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0A2519D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E21BBAA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F295B79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0A70E52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C5671" w14:paraId="6B06969D" w14:textId="77777777">
        <w:trPr>
          <w:divId w:val="728043084"/>
        </w:trPr>
        <w:tc>
          <w:tcPr>
            <w:tcW w:w="0" w:type="auto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51613E8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Перинатальный центр (г. Пермь, ул. Маршала Жукова, д. 33)</w:t>
            </w:r>
          </w:p>
        </w:tc>
      </w:tr>
      <w:tr w:rsidR="00EC5671" w14:paraId="3099DA91" w14:textId="77777777">
        <w:trPr>
          <w:divId w:val="728043084"/>
        </w:trPr>
        <w:tc>
          <w:tcPr>
            <w:tcW w:w="0" w:type="auto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6CCF9D8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Общебольничный персонал</w:t>
            </w:r>
          </w:p>
        </w:tc>
      </w:tr>
      <w:tr w:rsidR="00EC5671" w14:paraId="74312CAC" w14:textId="77777777">
        <w:trPr>
          <w:divId w:val="72804308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962B356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20240031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A86A8BB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Главная акушерка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B03FA82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2AE0859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982FDDE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1522F0D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8E3EACD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AB39596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67E7089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BB017D5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D8EF49C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04AE14A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3B1747A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9CE46AF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97A920C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E41B478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9B53ED4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9381FAF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9246028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389A15E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2006DE3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5847608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5B0DF36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D6FC6F9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C5671" w14:paraId="5E580EB6" w14:textId="77777777">
        <w:trPr>
          <w:divId w:val="72804308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D8BCA2F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20240032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6D81EC1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Администратор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C2095FF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9274735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2E38190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CEE4BD4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CDFC7AD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FFC1283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45EFD30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B23ECDD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C428644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F25D072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8BA7511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429C3DF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14C32C8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344E45E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4F9CF73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E986A42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8314D01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663EFD6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2F4C1BB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2B8E65E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A6A9045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52D851A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C5671" w14:paraId="3AFC4022" w14:textId="77777777">
        <w:trPr>
          <w:divId w:val="72804308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33934E8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20240033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4AF8B7C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Аппаратчик воздухоразделения 4-й разряд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D8700C5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F354EA0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B16076D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7279605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4B32B35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88D97F4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B0B1D52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47096AD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E51340E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C46C251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1999756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C4F8619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1D84E57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242309A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04F6B58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1D60249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A2272F9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6A1AD1A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37A6EA0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AF2C219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E0D07FB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4F80C4B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C5671" w14:paraId="587AF552" w14:textId="77777777">
        <w:trPr>
          <w:divId w:val="72804308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A353C9A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20240034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762E17F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Гардеробщик 1-й разряд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771A139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D42EA9D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B2F59E2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2980C90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E26EBDE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63391B8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36A132A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76E0B7F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3BBEDCA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B9E3261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EFF7E78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AA38327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DEB6CE5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BBD8599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0BB3AE4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9CEFD7E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4DF9B3F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1539CE0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FB600CF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449F153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3BBC05D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4CF8700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C5671" w14:paraId="44CAB022" w14:textId="77777777">
        <w:trPr>
          <w:divId w:val="72804308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0224168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20240035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D33D480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Подсобный рабочий 2-й разряд (оператор утилизатора медотходов)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86C024E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2A116FF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8FBF200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47FE123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8ECCE36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FAFC6EF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56F8614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277A382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2C85777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AD054A4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54BCAFB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7B6C9E4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A6BE6FB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888D2AB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406DFC2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6C2F60E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0667C76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6C17AA1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78A626F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2EEFE0A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5948493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DAEC50F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C5671" w14:paraId="54414052" w14:textId="77777777">
        <w:trPr>
          <w:divId w:val="72804308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ED3E078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14570154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1572673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Подсобный рабочий 2-й разряд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76ACEDC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78EB9E5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97E5636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EBE5584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6E3AB8D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7393124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81F01A6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88F39C2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9A7BC71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2F50349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C8BBEE5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8271395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E273B66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21E816A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7576C50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FE32ABC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8EB2777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055F0C6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C02AF07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E0163E1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6617B65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4C77E32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C5671" w14:paraId="3BBA1194" w14:textId="77777777">
        <w:trPr>
          <w:divId w:val="72804308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64D62CD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20240036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1D44A95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Диспетчер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83E167E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0F18383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C4F2B14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4348D15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F155145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FDB9A75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6C164E7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448C90F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75627CE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F41DE22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CF37F17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45F6CCB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BDDA6FA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15B88A1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F957116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32048B6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892415E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DE25F0F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06586DC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1F3798B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48A983F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3FF7F0E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C5671" w14:paraId="19E40E92" w14:textId="77777777">
        <w:trPr>
          <w:divId w:val="72804308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C413E45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20240037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DFEBF4D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Заведующий хозяйством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0FDA58B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DC4A4A8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BED8EBB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38983A3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D8BC6AE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651B91C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8372DFA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7EBC29C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A95BF01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DCD4528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6E2E76C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9D4F68C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A032A4F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67ADD30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2842EA9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3FEFA63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7D87E82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77A1333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13F5A6E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67CEBB4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16B25A4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68FE8D5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C5671" w14:paraId="21D87B25" w14:textId="77777777">
        <w:trPr>
          <w:divId w:val="72804308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D0FACB0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20240038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D60B7E0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Инженер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27AE158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F23C60E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A72062B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363557F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4D3B39E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89E7D01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32E6994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69520EB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21C9C27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E9F7AA1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7305312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3EFB88C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E87B8FC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7D08B91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687025C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4723E3E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DCA9A8D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097FEBE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214B1F7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EFC1CC8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8E90C81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F91A7A0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C5671" w14:paraId="477185D4" w14:textId="77777777">
        <w:trPr>
          <w:divId w:val="72804308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8F90200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20240040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3CE7F62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Столяр 5-й разряд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3F9B416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D7E6F89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6898F72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650D67E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6415D98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4B03E14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84A3F09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36117D4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EDC1EDF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D991857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547BECF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C6FF91E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EB4DFB8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BF77E4C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0B4E507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6C318F5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5A1398F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529F286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549D4C6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C747E75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C240FC4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E7DB40F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C5671" w14:paraId="478A06D0" w14:textId="77777777">
        <w:trPr>
          <w:divId w:val="72804308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92802CF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20240041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F00B583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Техник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940352A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F44462D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94515DA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A63F615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7E44BB6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C3954EA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E7B8001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2EA8EE4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B788338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94EAC45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A33C45B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F00C97A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C3E0ECF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3CAEB98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ABD2299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4E53580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8425B53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4B6413E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EF1A2F1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704D2F8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F1E1848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0967818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C5671" w14:paraId="0CF2BB9F" w14:textId="77777777">
        <w:trPr>
          <w:divId w:val="728043084"/>
        </w:trPr>
        <w:tc>
          <w:tcPr>
            <w:tcW w:w="0" w:type="auto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5342817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Стационар</w:t>
            </w:r>
          </w:p>
        </w:tc>
      </w:tr>
      <w:tr w:rsidR="00EC5671" w14:paraId="483C65FE" w14:textId="77777777">
        <w:trPr>
          <w:divId w:val="728043084"/>
        </w:trPr>
        <w:tc>
          <w:tcPr>
            <w:tcW w:w="0" w:type="auto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7147E41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Отделение патологии беременности</w:t>
            </w:r>
          </w:p>
        </w:tc>
      </w:tr>
      <w:tr w:rsidR="00EC5671" w14:paraId="2DE1B38A" w14:textId="77777777">
        <w:trPr>
          <w:divId w:val="72804308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021AE12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20240042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71FB87D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Врач-эндокринолог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6F565FB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F562E78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84174BB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227FA2F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2B5A528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D8DBF55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1F1E484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7D85E1E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29F6749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84A32D0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18C207E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7C74DD4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4017F80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8854842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C32086F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67A58ED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EB24453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7F42840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CB90214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091A982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F20BDF6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6246920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C5671" w14:paraId="2034CCC4" w14:textId="77777777">
        <w:trPr>
          <w:divId w:val="728043084"/>
        </w:trPr>
        <w:tc>
          <w:tcPr>
            <w:tcW w:w="0" w:type="auto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6B1707A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Консультативно-диагностическое отделение</w:t>
            </w:r>
          </w:p>
        </w:tc>
      </w:tr>
      <w:tr w:rsidR="00EC5671" w14:paraId="343F0BF0" w14:textId="77777777">
        <w:trPr>
          <w:divId w:val="728043084"/>
        </w:trPr>
        <w:tc>
          <w:tcPr>
            <w:tcW w:w="0" w:type="auto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4A049E1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Административно-управленческий персонал</w:t>
            </w:r>
          </w:p>
        </w:tc>
      </w:tr>
      <w:tr w:rsidR="00EC5671" w14:paraId="2B092E07" w14:textId="77777777">
        <w:trPr>
          <w:divId w:val="72804308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1B9CFCD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20240043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065CE9B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Заведующий медицинским структурным подразделением – врач-акушер-гинеколог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CB3CFC5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936B2FF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27DE795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32A1E36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1D5EAB7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69A33F0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4C766A4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0B95D25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2373DCB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C4A570F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AFAAAC7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D763CFB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C0E34DC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80EC74B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A006D40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D6C0466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3F16FDC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05D043E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B7896A3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C37DC6F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610537B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B5F88A0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C5671" w14:paraId="627A0D24" w14:textId="77777777">
        <w:trPr>
          <w:divId w:val="728043084"/>
        </w:trPr>
        <w:tc>
          <w:tcPr>
            <w:tcW w:w="0" w:type="auto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A379C76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Поликлиника</w:t>
            </w:r>
          </w:p>
        </w:tc>
      </w:tr>
      <w:tr w:rsidR="00EC5671" w14:paraId="0BA908F7" w14:textId="77777777">
        <w:trPr>
          <w:divId w:val="72804308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F5719B5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20240045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B8229B7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Медицинский регистратор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B874026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EB4D681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A9617DD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B1E3CA5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2096B19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E5E59CD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4A7DE64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70BA91F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56401C6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8A4D7E8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6FBA3FD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ECF1068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8B5240C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834B807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984ABF3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1C56717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D10A0B6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1F271A3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CFE3615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F6DA27D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BFF849B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48EF710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C5671" w14:paraId="4AB0A61C" w14:textId="77777777">
        <w:trPr>
          <w:divId w:val="728043084"/>
        </w:trPr>
        <w:tc>
          <w:tcPr>
            <w:tcW w:w="0" w:type="auto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EC9B1A3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Организационно-методический отдел</w:t>
            </w:r>
          </w:p>
        </w:tc>
      </w:tr>
      <w:tr w:rsidR="00EC5671" w14:paraId="5B1AFDC6" w14:textId="77777777">
        <w:trPr>
          <w:divId w:val="72804308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5E16F96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20240046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482D184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Врач-методист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9AC90E5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C3F4FCC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3E51E32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7C4633E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4201DC2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F228C52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B6DEE8C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36532A7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C54D036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CC49384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C5BF802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F464263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56DABC0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B62D225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924B6C6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084A1F9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B469158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D42A62C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0EDD196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E8E14AD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BBBF8A1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53E1E3E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C5671" w14:paraId="78BE2180" w14:textId="77777777">
        <w:trPr>
          <w:divId w:val="72804308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586792F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20240047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2E3DB44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Техник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A5F7559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B25D9A3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61B07D3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607F9AD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B023B63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FAD2120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FDCB280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0B8A53B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6A77BE8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2496B51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5A6DBD1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D4BAF27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B8B36EC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6C6C7B6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2E87200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A6A3E85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8ED49F6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23B2D72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34B4868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A257707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A5418B1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7440D47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C5671" w14:paraId="04D066E8" w14:textId="77777777">
        <w:trPr>
          <w:divId w:val="728043084"/>
        </w:trPr>
        <w:tc>
          <w:tcPr>
            <w:tcW w:w="0" w:type="auto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1181AFF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Центр медицинский офтальмологический</w:t>
            </w:r>
          </w:p>
        </w:tc>
      </w:tr>
      <w:tr w:rsidR="00EC5671" w14:paraId="43ACD8E6" w14:textId="77777777">
        <w:trPr>
          <w:divId w:val="728043084"/>
        </w:trPr>
        <w:tc>
          <w:tcPr>
            <w:tcW w:w="0" w:type="auto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A088395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Административно-управленческий персонал</w:t>
            </w:r>
          </w:p>
        </w:tc>
      </w:tr>
      <w:tr w:rsidR="00EC5671" w14:paraId="70660F74" w14:textId="77777777">
        <w:trPr>
          <w:divId w:val="72804308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909CD5D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20240049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8185282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Техник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8222A62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1C0AD52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7C5F3B5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0236D8E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A2E8B5E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6A58A7E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7BEB081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9862F90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BDB73F7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CFC9D9A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236F2BD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10B15AD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14B5F98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39F2A94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C3139DE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785EC25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7C0E989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ECBF90B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21E17C0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7820B3A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2F567E5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B9F7C08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C5671" w14:paraId="3DA8B38C" w14:textId="77777777">
        <w:trPr>
          <w:divId w:val="728043084"/>
        </w:trPr>
        <w:tc>
          <w:tcPr>
            <w:tcW w:w="0" w:type="auto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66BB919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Консультативно-диагностическая поликлиника (г. Пермь, ул. Луначарского, д. 95)</w:t>
            </w:r>
          </w:p>
        </w:tc>
      </w:tr>
      <w:tr w:rsidR="00EC5671" w14:paraId="7DA7DDA7" w14:textId="77777777">
        <w:trPr>
          <w:divId w:val="728043084"/>
        </w:trPr>
        <w:tc>
          <w:tcPr>
            <w:tcW w:w="0" w:type="auto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BFCD5EF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Общеполиклинический персонал</w:t>
            </w:r>
          </w:p>
        </w:tc>
      </w:tr>
      <w:tr w:rsidR="00EC5671" w14:paraId="1D9E21C5" w14:textId="77777777">
        <w:trPr>
          <w:divId w:val="72804308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BEF59D6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20240050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8563E7C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Заведующий консультативно-диагностической поликлиникой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FA7E96C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7B2ADED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CC720D6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E436D03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BB9D992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3DC6278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8BA8AC8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76AF7CA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DB0F81E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92B7AC7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4120301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20A079E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5D31277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D781F71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45B2572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7B82F67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FFF439B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ED16C32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330A0AA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B90862E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2786641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FF7B9C2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C5671" w14:paraId="48FECFE7" w14:textId="77777777">
        <w:trPr>
          <w:divId w:val="72804308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6823152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14570001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BAAFDD0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Старшая медицинская сестра (медицинский брат)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9D80B66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03A250B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1ABDA6E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8E79A15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80F03F9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3185A52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84DE72A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FA9F4F9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627CF92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052E915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7C4AAAF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ED4F687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B029C04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E2832C6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730B04C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1E80956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DBAE4CA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5E7C3DE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751F51D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E352EBA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94E8391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41A1E08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C5671" w14:paraId="00BCF2CF" w14:textId="77777777">
        <w:trPr>
          <w:divId w:val="72804308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27AB731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20240051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8D2D0AE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Медицинский регистратор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A9C830A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15C230C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6B96C7C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283A4D1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F56C29C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E74CEF6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234899D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4900222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3AEB1BD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FE55BE7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D038842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B8F0F8F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A54DB02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462B184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9411455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0B5D2A1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A5E247C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8AA7326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E106B4C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6F10B11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8425774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421D388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C5671" w14:paraId="64F95EE6" w14:textId="77777777">
        <w:trPr>
          <w:divId w:val="72804308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BBB9FFA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14570040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7F51D2E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Кастелянша 2-й разряд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16D272F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384F5C3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ED522D0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1A571C3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30A0468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257D6F6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EDE524B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207C031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E64F371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1DBEF25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D724803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44198AC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38AC273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D525F95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C29E4F7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E41D216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E258795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0CF470F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AE5BB73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A552309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F2DFEA4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28EA268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C5671" w14:paraId="6A3AFFDA" w14:textId="77777777">
        <w:trPr>
          <w:divId w:val="72804308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DBA85C8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14570002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7AB1689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Медицинская сестра (терапия)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98C472F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5939F82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B5AF201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B02D78B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713DEC4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055D4ED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7D66C21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7FEF458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AF0C350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181AAC1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6808E06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CD542D7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C71F099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A27E3CB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75A9DCA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A642D52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02B5B95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A655731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CCEDA81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6A14953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486D36A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3695051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C5671" w14:paraId="7DE67E32" w14:textId="77777777">
        <w:trPr>
          <w:divId w:val="72804308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4763285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14570017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57D20D5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Медицинская сестра (хирургия)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C6189C8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4EFA7FB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90C185C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00F428A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47855B0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77C2B8F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1A006A1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32B4E18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F5FAF15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4CC9398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746F553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83E5974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AFA8AFC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8B2C934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DDD99D8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963D805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6632F07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60FF903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DD096EB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63AA35E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29A1980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CD120DB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C5671" w14:paraId="6035C2D0" w14:textId="77777777">
        <w:trPr>
          <w:divId w:val="72804308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E84421F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14570028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2E95FC7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Медицинская сестра (офтальмология, оторингология)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E0C17D4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0FB053F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9051B93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3FFC080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588D022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CA575D4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2A618D0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912B264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D525D1A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BCA7FD1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29658CE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CD9B59E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71965FB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46A4A7E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CB88470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DBD8D28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BDD3AE2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128B39D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17F5AC3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DC9C4AD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08B18E1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3466FA5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C5671" w14:paraId="7EB9DC62" w14:textId="77777777">
        <w:trPr>
          <w:divId w:val="728043084"/>
        </w:trPr>
        <w:tc>
          <w:tcPr>
            <w:tcW w:w="0" w:type="auto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97F9668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Консультативное отделение</w:t>
            </w:r>
          </w:p>
        </w:tc>
      </w:tr>
      <w:tr w:rsidR="00EC5671" w14:paraId="6B9C5EDC" w14:textId="77777777">
        <w:trPr>
          <w:divId w:val="728043084"/>
        </w:trPr>
        <w:tc>
          <w:tcPr>
            <w:tcW w:w="0" w:type="auto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B489C2E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Акушерско-гинекологический кабинет</w:t>
            </w:r>
          </w:p>
        </w:tc>
      </w:tr>
      <w:tr w:rsidR="00EC5671" w14:paraId="33705B2F" w14:textId="77777777">
        <w:trPr>
          <w:divId w:val="72804308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8F00911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14570051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B98C7C9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Врач-акушер-гинеколог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F355878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C8F9D08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C88008A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88996A9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16593DC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0E616D1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6063D19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862B482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DB3C38E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46200BE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EC350EA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603FD52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21A043C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B215CA5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9EC0087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DDD2C09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8EF2BD0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A709C89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D3202AB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29D3E39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5690452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8D7A20A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C5671" w14:paraId="20FB85EE" w14:textId="77777777">
        <w:trPr>
          <w:divId w:val="728043084"/>
        </w:trPr>
        <w:tc>
          <w:tcPr>
            <w:tcW w:w="0" w:type="auto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866F615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Акушерско-гинекологический кабинет (кольпоскопии)</w:t>
            </w:r>
          </w:p>
        </w:tc>
      </w:tr>
      <w:tr w:rsidR="00EC5671" w14:paraId="75949E78" w14:textId="77777777">
        <w:trPr>
          <w:divId w:val="72804308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C4DD081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14570046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044C4ED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Врач-акушер-гинеколог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943667A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9BF40DE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928781E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094C6DA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69D7CA1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2C2E164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94D75F3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BB29CBB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E339E46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D4BA0CB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96482E3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FFDEABF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B2388A2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D3DBABF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431E9A8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9DDBBAE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A75E064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72E68E5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A7AE9BD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865DB9E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6A6FBB6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F13619E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C5671" w14:paraId="7C663105" w14:textId="77777777">
        <w:trPr>
          <w:divId w:val="728043084"/>
        </w:trPr>
        <w:tc>
          <w:tcPr>
            <w:tcW w:w="0" w:type="auto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1906B03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Акушерско-гинекологический кабинет (эндокринологии)</w:t>
            </w:r>
          </w:p>
        </w:tc>
      </w:tr>
      <w:tr w:rsidR="00EC5671" w14:paraId="7EF2364D" w14:textId="77777777">
        <w:trPr>
          <w:divId w:val="72804308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7739256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14570047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7C1E175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Врач-акушер-гинеколог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3F314DA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F73D6BF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A023847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235BBEF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27785E2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E580293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1678238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AFB5663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72E0F13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D051BB3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8048D07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1A307B4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66B6D23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246D55F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2746884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6DA62FA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313CE31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9D9D836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548621E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4E8E2DA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553A9C0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5A3FB74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C5671" w14:paraId="600E11E3" w14:textId="77777777">
        <w:trPr>
          <w:divId w:val="728043084"/>
        </w:trPr>
        <w:tc>
          <w:tcPr>
            <w:tcW w:w="0" w:type="auto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D1A2BC6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Аллерго-иммунологический кабинет</w:t>
            </w:r>
          </w:p>
        </w:tc>
      </w:tr>
      <w:tr w:rsidR="00EC5671" w14:paraId="7975A4A7" w14:textId="77777777">
        <w:trPr>
          <w:divId w:val="72804308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6D10BD5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14570069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CBFA01A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Врач-аллерголог-иммунолог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E6DE85B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977958B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BB0CEF5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900888F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483C405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E03C736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1FE42D4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2567B2F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AC08E72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8257320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FBE3F96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09A105E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172CCCE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C27A877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876CED3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0E93638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DD1B359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0DA2F3A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D52B25E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8918202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13579F7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B94E081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C5671" w14:paraId="305FAE3E" w14:textId="77777777">
        <w:trPr>
          <w:divId w:val="728043084"/>
        </w:trPr>
        <w:tc>
          <w:tcPr>
            <w:tcW w:w="0" w:type="auto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13A9B2C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Гастроэнтерологический кабинет</w:t>
            </w:r>
          </w:p>
        </w:tc>
      </w:tr>
      <w:tr w:rsidR="00EC5671" w14:paraId="4600CCB3" w14:textId="77777777">
        <w:trPr>
          <w:divId w:val="72804308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1AC5065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14570064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A9524A9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Врач-гастроэнтеролог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6AC2570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524FC74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6F59B8B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75D268C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B9C96DC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1545323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B0617B1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3C7C10E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1463B88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E66BD95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683A332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3187321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C059B24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E1DB255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44F4344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FD4601F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17845A1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E13E616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C6EC776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0E6EDC9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63CEB6B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A2058EF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C5671" w14:paraId="1B8FD304" w14:textId="77777777">
        <w:trPr>
          <w:divId w:val="728043084"/>
        </w:trPr>
        <w:tc>
          <w:tcPr>
            <w:tcW w:w="0" w:type="auto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7B9BCE1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Кабинет врача-дерматовенеролога</w:t>
            </w:r>
          </w:p>
        </w:tc>
      </w:tr>
      <w:tr w:rsidR="00EC5671" w14:paraId="0670E474" w14:textId="77777777">
        <w:trPr>
          <w:divId w:val="72804308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79EFAAB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20240054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903777F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Врач-дерматовенеролог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50C02E8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8D82180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689ED36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45E15ED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87BC864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FC36D03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739C6E8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E90A2AC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DBD8C03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BB0F561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EC25D1D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17AD0F7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FAF6CBE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7EBAD22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75DD1C8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545DD18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43FA9BA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95F0D67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E91F12D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FDE0D22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4AABD9F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53968AA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C5671" w14:paraId="6FB9BD79" w14:textId="77777777">
        <w:trPr>
          <w:divId w:val="728043084"/>
        </w:trPr>
        <w:tc>
          <w:tcPr>
            <w:tcW w:w="0" w:type="auto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3F8ED70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Кабинет сердечно-сосудистой хирургии</w:t>
            </w:r>
          </w:p>
        </w:tc>
      </w:tr>
      <w:tr w:rsidR="00EC5671" w14:paraId="5A98878E" w14:textId="77777777">
        <w:trPr>
          <w:divId w:val="72804308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3A6B85A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14570059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DFB3606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Врач-сердечно-сосудистый хирург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9548282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A1F98A9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930404B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B1F603A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DBB68E3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9B3A1CE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B5357C4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75AE4D3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5095EC7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385AFE4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AB98F20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BB49B89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ABFB999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84012D3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D1F063D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A3F26FB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3C73657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C7C6234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AD01A04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C82DCFA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3642E47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55009E6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C5671" w14:paraId="02904CD4" w14:textId="77777777">
        <w:trPr>
          <w:divId w:val="728043084"/>
        </w:trPr>
        <w:tc>
          <w:tcPr>
            <w:tcW w:w="0" w:type="auto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8954BF9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Кабинет сердечно-сосудистой хирургии (диабетической стопы)</w:t>
            </w:r>
          </w:p>
        </w:tc>
      </w:tr>
      <w:tr w:rsidR="00EC5671" w14:paraId="65BA71C8" w14:textId="77777777">
        <w:trPr>
          <w:divId w:val="72804308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4E00B6C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20240056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2232718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Врач-сердечно-сосудистый хирург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99FB40A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ECAA1D2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EAEEC59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7AE044C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9E7BC16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A278816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99C83A4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47307A4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BF8E8FC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70ECD2F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DE26268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0E623EC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7FCDD31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ABE6D13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66B6EA8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2810D82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BEFEC0B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E3F6E90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2815ADD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7878DE0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65AB00E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020CF38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C5671" w14:paraId="2A0B6CE7" w14:textId="77777777">
        <w:trPr>
          <w:divId w:val="728043084"/>
        </w:trPr>
        <w:tc>
          <w:tcPr>
            <w:tcW w:w="0" w:type="auto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CABE8B6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Кабинет торакальной хирургии</w:t>
            </w:r>
          </w:p>
        </w:tc>
      </w:tr>
      <w:tr w:rsidR="00EC5671" w14:paraId="067F3CE8" w14:textId="77777777">
        <w:trPr>
          <w:divId w:val="72804308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35DAB25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14570058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B7B5A06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Врач-торакальный хирург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63958C5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10F4713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2265EA6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509C95F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37EE46D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60E1C2A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65B46AF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6B36FBA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CD22FB4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67CCCE7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CCDA2D2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7EC1127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65AEE37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971A725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8261740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856BFCD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308F53D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9B4EFDD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D62CECD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2A435F6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0B6EDA5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4C78D29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C5671" w14:paraId="561BA5F0" w14:textId="77777777">
        <w:trPr>
          <w:divId w:val="728043084"/>
        </w:trPr>
        <w:tc>
          <w:tcPr>
            <w:tcW w:w="0" w:type="auto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A50500B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Кабинет травматологии и ортопедии</w:t>
            </w:r>
          </w:p>
        </w:tc>
      </w:tr>
      <w:tr w:rsidR="00EC5671" w14:paraId="51D988D1" w14:textId="77777777">
        <w:trPr>
          <w:divId w:val="72804308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DB9D042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14570056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C777FA4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Врач-травматолог-ортопед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F68A698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CCC0444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9CC5FAC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07F2174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8331C0E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BC838C6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B36EF27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581823B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46E1430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E092791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03FAD03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5DCFC91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9D23485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035B73F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7C3B910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A9F7819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2CF3665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26675F7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FC86432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5B88604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2FA159A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F1BA018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C5671" w14:paraId="5ECB6C5D" w14:textId="77777777">
        <w:trPr>
          <w:divId w:val="728043084"/>
        </w:trPr>
        <w:tc>
          <w:tcPr>
            <w:tcW w:w="0" w:type="auto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1629A70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Кардиологический кабинет</w:t>
            </w:r>
          </w:p>
        </w:tc>
      </w:tr>
      <w:tr w:rsidR="00EC5671" w14:paraId="09576E1C" w14:textId="77777777">
        <w:trPr>
          <w:divId w:val="72804308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D091609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14570061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09F207A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Врач-кардиолог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3ADAD8F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8E7F422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58D8422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112E6A3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D26F6B3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AD2F1B1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98EE3C7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9C4FFEB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59A9DCF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7A4D3F6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9643BF6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55D4406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6079D75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D304DF9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12C1357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2EEA7D5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8A944D5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0C29C66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4F6BE57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8F0B573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56DA5D7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A7FF143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C5671" w14:paraId="68166A79" w14:textId="77777777">
        <w:trPr>
          <w:divId w:val="728043084"/>
        </w:trPr>
        <w:tc>
          <w:tcPr>
            <w:tcW w:w="0" w:type="auto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A27E8AF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Колопроктологический кабинет</w:t>
            </w:r>
          </w:p>
        </w:tc>
      </w:tr>
      <w:tr w:rsidR="00EC5671" w14:paraId="00A05B04" w14:textId="77777777">
        <w:trPr>
          <w:divId w:val="72804308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EFF892F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14570055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C3EB91F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Врач-колопроктолог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D50CD6D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FE5AF7A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989D635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7EB5E8A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B9678D8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6A6F6D3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E57B5F9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5ECE993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CC97742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7F0E410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F69FF6D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078A241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EF59784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EC27F31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6964547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DECA3C3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A534A0D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84CC93C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4D0EDF2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E452D04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EDCAC99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2D6419F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C5671" w14:paraId="2BE567D9" w14:textId="77777777">
        <w:trPr>
          <w:divId w:val="728043084"/>
        </w:trPr>
        <w:tc>
          <w:tcPr>
            <w:tcW w:w="0" w:type="auto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2D04B4C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Нейрохирургический кабинет</w:t>
            </w:r>
          </w:p>
        </w:tc>
      </w:tr>
      <w:tr w:rsidR="00EC5671" w14:paraId="22A4DDAE" w14:textId="77777777">
        <w:trPr>
          <w:divId w:val="72804308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ACDA885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14570057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EC6A662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Врач-нейрохирург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5E9D84E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71BEA45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4F75347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F428829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66E5DAB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30C3B9E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757F5B6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47A34BD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F460688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C75815F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2F0FDEA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249E323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79B631F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F3678F3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7CAE734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E14A96E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9B4BE66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5F915EF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FCB6B96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9EB1356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A51ACC6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A5DFC4D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C5671" w14:paraId="0C014DA6" w14:textId="77777777">
        <w:trPr>
          <w:divId w:val="728043084"/>
        </w:trPr>
        <w:tc>
          <w:tcPr>
            <w:tcW w:w="0" w:type="auto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9D92F88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Онкологический кабинет</w:t>
            </w:r>
          </w:p>
        </w:tc>
      </w:tr>
      <w:tr w:rsidR="00EC5671" w14:paraId="22126A68" w14:textId="77777777">
        <w:trPr>
          <w:divId w:val="72804308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90C9998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20240062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36D3036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Врач-онколог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EDF7935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E39CE2F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AA79227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99EBB08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97A0C15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A2E43DE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BEE6501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3A5AA89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58C1512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A11426E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32E6F93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77B0663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5B0CF59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B0F4978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4826D03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A9D05EC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4F91610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2D029CB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6E0439C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48EA2F8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F0EE221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905E440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C5671" w14:paraId="1751C47C" w14:textId="77777777">
        <w:trPr>
          <w:divId w:val="728043084"/>
        </w:trPr>
        <w:tc>
          <w:tcPr>
            <w:tcW w:w="0" w:type="auto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788D4A0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Оториноларингологический кабинет</w:t>
            </w:r>
          </w:p>
        </w:tc>
      </w:tr>
      <w:tr w:rsidR="00EC5671" w14:paraId="7DD21378" w14:textId="77777777">
        <w:trPr>
          <w:divId w:val="72804308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6EB9207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14570053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64DED3D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Врач-оториноларинголог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692F6B4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F0F4468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7C05514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88C8726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229C76C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7D45592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7E3ABFE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449DC9B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0A0FC06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AF16A98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A92F8B9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35CB131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606726E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060A055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5F3A376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ED2C3C0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6AC8D70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4BB0915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6584D29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494F244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11EE26A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8E0A978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C5671" w14:paraId="1B8B8612" w14:textId="77777777">
        <w:trPr>
          <w:divId w:val="728043084"/>
        </w:trPr>
        <w:tc>
          <w:tcPr>
            <w:tcW w:w="0" w:type="auto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F41D4BE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Офтальмологический кабинет</w:t>
            </w:r>
          </w:p>
        </w:tc>
      </w:tr>
      <w:tr w:rsidR="00EC5671" w14:paraId="25B53998" w14:textId="77777777">
        <w:trPr>
          <w:divId w:val="72804308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2A31C8E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14570044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68B6061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Врач-офтальмолог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BFD5F8D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24776CC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AA52A08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D4A380A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354E53D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AEB2B68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AECEAE0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DFB991F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82E1CF1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C192BEE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CB73641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BA951ED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9B8C3BE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03A3746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4675DCE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C869ED2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387C937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B3EFE41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AACAABB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D1E745E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46308F9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65C1598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C5671" w14:paraId="2A06C002" w14:textId="77777777">
        <w:trPr>
          <w:divId w:val="728043084"/>
        </w:trPr>
        <w:tc>
          <w:tcPr>
            <w:tcW w:w="0" w:type="auto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46F39BC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Офтальмологический кабинет (глаукомы)</w:t>
            </w:r>
          </w:p>
        </w:tc>
      </w:tr>
      <w:tr w:rsidR="00EC5671" w14:paraId="129A555A" w14:textId="77777777">
        <w:trPr>
          <w:divId w:val="72804308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000D6FB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20240063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B443540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Врач-офтальмолог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2BB9877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1D4DA43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DC5E554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BFB88B5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BB83C48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5ED564C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D1467AA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2D9DE98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B3D2E2E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5218710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24716F3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C485394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DBB0C6F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BD8FCF4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E6CF595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5161FE9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CD2EBC3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2AB6193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3CAEDB1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B0D5601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9A91F65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8265BBE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C5671" w14:paraId="503F78A7" w14:textId="77777777">
        <w:trPr>
          <w:divId w:val="728043084"/>
        </w:trPr>
        <w:tc>
          <w:tcPr>
            <w:tcW w:w="0" w:type="auto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5C9228E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Офтальмологический кабинет (диабетической ретинопатии)</w:t>
            </w:r>
          </w:p>
        </w:tc>
      </w:tr>
      <w:tr w:rsidR="00EC5671" w14:paraId="0A19316D" w14:textId="77777777">
        <w:trPr>
          <w:divId w:val="72804308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E047B0E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14570049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CF1A07F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Врач-офтальмолог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CA7353A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5B1CD1C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116793F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6364A11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BC44265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333FCD4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C770637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D364479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5ED9D49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7B7F6BA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7810521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BAE8860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1B285FF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8CB472E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9766462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DF5F80A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0397BF6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8556E85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07DE2B9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86F9717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C043CED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9A21554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C5671" w14:paraId="5CF16587" w14:textId="77777777">
        <w:trPr>
          <w:divId w:val="728043084"/>
        </w:trPr>
        <w:tc>
          <w:tcPr>
            <w:tcW w:w="0" w:type="auto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389EA62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Офтальмологический кабинет (травмы глаза)</w:t>
            </w:r>
          </w:p>
        </w:tc>
      </w:tr>
      <w:tr w:rsidR="00EC5671" w14:paraId="19D4584F" w14:textId="77777777">
        <w:trPr>
          <w:divId w:val="72804308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3D0C12A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14570043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A8F28EB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Врач-офтальмолог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121B636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557EC3D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90EC9F6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766A820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84CB195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14598CA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6035A5E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9AEB1F2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DED7D0A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AE2A03B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329C8BC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5068AD9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709634D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E334AD9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0CB6AC9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6CC4F8C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714A658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E3E5ACD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92E6CB3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50CDD2D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98DF27F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59CC23B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C5671" w14:paraId="4BE5CD1F" w14:textId="77777777">
        <w:trPr>
          <w:divId w:val="728043084"/>
        </w:trPr>
        <w:tc>
          <w:tcPr>
            <w:tcW w:w="0" w:type="auto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24C8061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Психотерапевтический кабинет</w:t>
            </w:r>
          </w:p>
        </w:tc>
      </w:tr>
      <w:tr w:rsidR="00EC5671" w14:paraId="0AD6CC29" w14:textId="77777777">
        <w:trPr>
          <w:divId w:val="72804308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9FB0DD5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14570045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F4E809E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Врач-психотерапевт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1A8F7E1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A3A3B59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703792E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B4CCE39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C904BEE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6BDC087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88FD76E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1486F61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2E59C9A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DB59AE8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B04A3C1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C0AE520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904D771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9C9C339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C532BE2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DC7768F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81C36B8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D6C2AD3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9B3D5C3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31C9672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AC46FE0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D04C3C3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C5671" w14:paraId="098A8393" w14:textId="77777777">
        <w:trPr>
          <w:divId w:val="728043084"/>
        </w:trPr>
        <w:tc>
          <w:tcPr>
            <w:tcW w:w="0" w:type="auto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D62FCD6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Пульмонологический кабинет</w:t>
            </w:r>
          </w:p>
        </w:tc>
      </w:tr>
      <w:tr w:rsidR="00EC5671" w14:paraId="34E7246B" w14:textId="77777777">
        <w:trPr>
          <w:divId w:val="72804308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1E64C30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14570065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B05803E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Врач-пульмонолог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D1583D8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D6FCD95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52EBE58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D49217E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996AB59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4386799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2EB3280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3FD0AC6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D93498F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679E7EA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DC2C450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3F215C5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939DED6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C26A164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10A5784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4CC22CC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65F964C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C15AAB3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6425B59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AB73E0C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2D42E99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10C6E0F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C5671" w14:paraId="494FD524" w14:textId="77777777">
        <w:trPr>
          <w:divId w:val="728043084"/>
        </w:trPr>
        <w:tc>
          <w:tcPr>
            <w:tcW w:w="0" w:type="auto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26CF716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Хирургический кабинет</w:t>
            </w:r>
          </w:p>
        </w:tc>
      </w:tr>
      <w:tr w:rsidR="00EC5671" w14:paraId="53F1404B" w14:textId="77777777">
        <w:trPr>
          <w:divId w:val="72804308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6B0B13A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14570060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38BCE2C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Врач-хирург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5712820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11D5208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CE0C0DE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553D4D2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C1863C4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EB82A20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A34D1E2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764B725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DD303CD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3457E87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C13DD94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1285D1F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4892663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C925951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57943FD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8320702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2439B77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6AFDF7F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41DFEFA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DCBA6B2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8C6C764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CDC212A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C5671" w14:paraId="4ADA392E" w14:textId="77777777">
        <w:trPr>
          <w:divId w:val="728043084"/>
        </w:trPr>
        <w:tc>
          <w:tcPr>
            <w:tcW w:w="0" w:type="auto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93C56C9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Диагностическое отделение</w:t>
            </w:r>
          </w:p>
        </w:tc>
      </w:tr>
      <w:tr w:rsidR="00EC5671" w14:paraId="4A54DE38" w14:textId="77777777">
        <w:trPr>
          <w:divId w:val="728043084"/>
        </w:trPr>
        <w:tc>
          <w:tcPr>
            <w:tcW w:w="0" w:type="auto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0D08396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Кабинет функциональной диагностики</w:t>
            </w:r>
          </w:p>
        </w:tc>
      </w:tr>
      <w:tr w:rsidR="00EC5671" w14:paraId="6A945D6C" w14:textId="77777777">
        <w:trPr>
          <w:divId w:val="72804308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4DDE42F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14570087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F87B0BF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 функциональной диагностики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39468C6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F846884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5AA8212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94CB897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F5260B5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654D027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EC23E2F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CD87EFF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88CC219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AFEFB2C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2F68267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5F584D6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6F5A9EF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9850567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F2CF026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A05B055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74A6E25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D703CF0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5DE7F34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3C2DAAF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54C61E4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E54141D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C5671" w14:paraId="53DA5C65" w14:textId="77777777">
        <w:trPr>
          <w:divId w:val="72804308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8D0DD9C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14570089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FD2A0A8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Медицинская сестра (медицинский брат)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E6A37F5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BF16D33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7F70409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A62A430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54193E3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FD34C1F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81C273C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B1A312A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6DD0893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89ED408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0390E93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7F0E4CE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F86B702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E27B174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3CF6E01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7BC0569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3288077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3D4F753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C20F76E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7C1245A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79C9864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D8F0C5E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C5671" w14:paraId="4F539593" w14:textId="77777777">
        <w:trPr>
          <w:divId w:val="728043084"/>
        </w:trPr>
        <w:tc>
          <w:tcPr>
            <w:tcW w:w="0" w:type="auto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B177E42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Кабинет ультразвуковой диагностики</w:t>
            </w:r>
          </w:p>
        </w:tc>
      </w:tr>
      <w:tr w:rsidR="00EC5671" w14:paraId="1D758DE3" w14:textId="77777777">
        <w:trPr>
          <w:divId w:val="72804308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49DFBF2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145700091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BD7610F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 ультразвуковой диагностики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0B356BD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B1365C8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2346A52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FDF9C43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07A9354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972C0F3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2611666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1A530A1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94767B4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3624EB7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D7292A8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F70F824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BEC775D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9ABEF0C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3FE650B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1772DFE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42C1855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AAE2B0D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6B67814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1294F62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8D764AD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A3E2746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C5671" w14:paraId="0DD8D489" w14:textId="77777777">
        <w:trPr>
          <w:divId w:val="72804308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1D0EEB1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145700094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761E31B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Медицинская сестра (медицинский брат)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1523E60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B2FD239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4A0BD62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58E28ED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9C4DB26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0180C7D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5A3B60F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48C1C17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E1E8022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3269A21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AF3AE8B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17BDA13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769BAA1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E29A761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F06F580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905115A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277B297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50B1F4C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6BC9BA6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CABFE81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D4F747A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C344F73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C5671" w14:paraId="02C47B8C" w14:textId="77777777">
        <w:trPr>
          <w:divId w:val="728043084"/>
        </w:trPr>
        <w:tc>
          <w:tcPr>
            <w:tcW w:w="0" w:type="auto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25E3282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Процедурный кабинет</w:t>
            </w:r>
          </w:p>
        </w:tc>
      </w:tr>
      <w:tr w:rsidR="00EC5671" w14:paraId="5402C58B" w14:textId="77777777">
        <w:trPr>
          <w:divId w:val="72804308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6C466ED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14570095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7AD6D5C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Медицинская сестра процедурной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3495C67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06AD088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CCEC793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3CB27E6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3C65FB3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C5211E6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3855D0D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E4F93E9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DEA49D3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01F3158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7B4C306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CAAB704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C3BD544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E71701C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0E6DD47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3C3D76B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B2BE98E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EABC394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E7ADA2F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A11199D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D105C06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7A730AB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C5671" w14:paraId="75B5D628" w14:textId="77777777">
        <w:trPr>
          <w:divId w:val="728043084"/>
        </w:trPr>
        <w:tc>
          <w:tcPr>
            <w:tcW w:w="0" w:type="auto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96152E5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Рентгеновский кабинет</w:t>
            </w:r>
          </w:p>
        </w:tc>
      </w:tr>
      <w:tr w:rsidR="00EC5671" w14:paraId="10344E91" w14:textId="77777777">
        <w:trPr>
          <w:divId w:val="72804308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BE5BADC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14570096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73E6D5B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Врач-рентгенолог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0F5F0F5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629C9FD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C36A05E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6B2E521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80CF88F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4A84A0F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72DFF90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AB1F02F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7580FBF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860CF9A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5093026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C88D62F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88D7B47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6BF2117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D656871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6647EE8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8656B89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5DB5E22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BB6FF64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6706C47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1F6CE8A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45E4971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EC5671" w14:paraId="21D7481F" w14:textId="77777777">
        <w:trPr>
          <w:divId w:val="72804308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1B6D456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14570098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DFCC1E8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Рентгенолаборант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4A7B2E2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0863429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78BDB3E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B66A4E7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BD1016A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C3034FF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06DED48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434CA68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845DD4F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B47FE42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3F20CA8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7DC6B6A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E1187F1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198F880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4821913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E08A7D3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D1B0CC9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1C671A2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5021C03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CF94F7E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36B7BA6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D737835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EC5671" w14:paraId="3FFD2A14" w14:textId="77777777">
        <w:trPr>
          <w:divId w:val="728043084"/>
        </w:trPr>
        <w:tc>
          <w:tcPr>
            <w:tcW w:w="0" w:type="auto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AF68FF2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Выездная поликлиника</w:t>
            </w:r>
          </w:p>
        </w:tc>
      </w:tr>
      <w:tr w:rsidR="00EC5671" w14:paraId="55712474" w14:textId="77777777">
        <w:trPr>
          <w:divId w:val="72804308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E442212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20240083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6DC0074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Старшая медицинская сестра (медицинский брат)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10A3BFC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0ABDDDC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C6AF3F3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E1D8B01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E6A68CD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343463A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6EA2364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F5CAB24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11E48A3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1D576C6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53A5096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9326F59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EE66F8A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951E28B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56CA710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4521655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C2FAF18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C5CFAFF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615C2DB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BE12A91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82AE2CE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04BC27D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C5671" w14:paraId="6C72D52E" w14:textId="77777777">
        <w:trPr>
          <w:divId w:val="728043084"/>
        </w:trPr>
        <w:tc>
          <w:tcPr>
            <w:tcW w:w="0" w:type="auto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0905752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Отделение амбулаторных платных услуг</w:t>
            </w:r>
          </w:p>
        </w:tc>
      </w:tr>
      <w:tr w:rsidR="00EC5671" w14:paraId="23AC4852" w14:textId="77777777">
        <w:trPr>
          <w:divId w:val="72804308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C69313D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20240084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A929773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Врач-акушер-гинеколог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4C8E9A6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AB85B19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D8BA719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1963BD5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B82145F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85470FA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A7F1950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8FADA85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A9DEC99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78A599C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19CA012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0B5A9AF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43B5B91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4349DF9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19D1A31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302C79B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CB05E2C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519A829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454EF36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9699494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275C0D2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A72DD9A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C5671" w14:paraId="3FE7E945" w14:textId="77777777">
        <w:trPr>
          <w:divId w:val="72804308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35F476F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20240085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9443868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Врач-аллерголог-иммунолог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934A168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320F264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1FFB77A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A2E924C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7AF3252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72A3CEB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A6FE801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2241FAC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EDFAA87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59DDADC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3E1DDEC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B0B82D1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3A69533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8B67003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9F3FC8D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02CA8C8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C53C85C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53A6B1A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D2BC40D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30CE702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1073217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C194139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C5671" w14:paraId="374DB0EB" w14:textId="77777777">
        <w:trPr>
          <w:divId w:val="72804308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EECDEEF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20240086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0315756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Врач-гастроэнтеролог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FF02FEC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C6B349E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7CE80F8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8366F53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B59BD10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CB6D699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D535F82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283D358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64FBDFE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C38B01B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5C8FF4F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AF74B26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C0AB54B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1D9B278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7A09695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6BDCF08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ABC5E52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77B1F4B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96C603A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DB48510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1617130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23FDEA9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C5671" w14:paraId="0409B136" w14:textId="77777777">
        <w:trPr>
          <w:divId w:val="72804308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A88FD34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20240087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4667D2C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Врач-гематолог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ADCCD2F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3B879DC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727DB71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F1A54D2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034BCCE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23BED60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00E3ABE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CF05C15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C098013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38328B3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9BD4606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D343CB5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809AE23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66A725F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CB27183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4B9A7F9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16DDF30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F180537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78CBB1D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CF320D9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6401273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310BC04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C5671" w14:paraId="531BD946" w14:textId="77777777">
        <w:trPr>
          <w:divId w:val="72804308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2E00A3C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20240088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7F55A50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Врач-кардиолог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A96A9F2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1029590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B307753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D5E85F6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E463444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64FDEF5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1293711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5326DC1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AA95223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CC0FE6C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2ED8327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CCD23D8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4E4E38C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BFA2FAC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803D411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5EB704F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4406243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5067CD4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4EFBEB7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C7422F5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E6DFEDA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CD6AF9B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C5671" w14:paraId="2E1B435A" w14:textId="77777777">
        <w:trPr>
          <w:divId w:val="72804308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E6B37F4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20240089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24E9091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Врач-колопроктолог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B0CC725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440A051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E53475F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BE602C6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20511C4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78749A4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C2116AF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C7005F3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0A114F7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EAE31D5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BBA73A6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AF374C7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8D3EF74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59603F8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722F7DD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38BD105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5DE90B2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661DB60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329BC22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323180D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45E914D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AF90400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C5671" w14:paraId="3072A182" w14:textId="77777777">
        <w:trPr>
          <w:divId w:val="72804308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6F394E2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20240090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9A37CFE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Врач-невролог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FFEDC69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F5A9490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102523A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1191C90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B69A192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E683A81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F991FE2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06903B5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7C01218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E82E64D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ECA1207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92292A1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E5FD62D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DA82BDB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7A72A2F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309F456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FEF67FA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E74A867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C6D554E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96E5BAB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9BF69CB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F4A4CD8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C5671" w14:paraId="012B72F4" w14:textId="77777777">
        <w:trPr>
          <w:divId w:val="72804308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8AAC40E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20240091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A302009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Врач-нейрохирург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349AFAA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CE50803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97153A7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BA2EB2E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42548C9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5661147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7B1847F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034BC5A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22A95B9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6BEA98E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B7B9424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EEEDDC1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CBE0330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08D2C9E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2F57D9E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EE0F689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75E9AF7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36BF496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F92E5D3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187A67E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C0B1D9E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17C1B2E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C5671" w14:paraId="3DB82DA8" w14:textId="77777777">
        <w:trPr>
          <w:divId w:val="72804308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AE5B9CD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20240092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A15F265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Врач-нефролог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700FAEA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BA69DE7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20477EA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0793368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4B61019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7945776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0EC358B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0CEC9B8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81D88D6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017504A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96FD27D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1EAFAAD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E9F7C97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77B7A1C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7085912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64DB34C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DE44772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995BC47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064BDCC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3D1F1F5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83C1C58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5183BB9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C5671" w14:paraId="037C6EC9" w14:textId="77777777">
        <w:trPr>
          <w:divId w:val="72804308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DBC4CD6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20240093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BDCA089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Врач-оториноларинголог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A0765BB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8D6BF75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17B9D2F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E49D7F5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1EEC193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F84E9B6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906C5A2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3D89B83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7D2CB42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CCC4E36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4E1400B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06291FA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087158F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95304D1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0EC6EC3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9620875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0EB2D45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93495D2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1646664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3B8E0A5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68EFD60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69B00DA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C5671" w14:paraId="09EA00AE" w14:textId="77777777">
        <w:trPr>
          <w:divId w:val="72804308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7B2C25A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20240094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FD6CC69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Врач-офтальмолог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E6CD08D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F89AD87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FD2FB12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BF6B204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217FA13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CE194B3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5128327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23E26C4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561FE81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B6D5169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BD90BF9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0AD3FC7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174737D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B7F2CBE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8E466EB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D4D07FC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F381461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572B22B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C29E8CD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ED4B765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18C7D01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5A444A4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C5671" w14:paraId="344941FF" w14:textId="77777777">
        <w:trPr>
          <w:divId w:val="72804308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128BB8D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20240095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2B014D4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Врач-пульмонолог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81BD7C3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F31505E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1E52229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E5C239C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FCEF1AA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119D703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75A2FCE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9E8E800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7191819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8BE5797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93313E6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78F2270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9291242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7AE3336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0EF7229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CFB7D0A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6F8C2EC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05AACDB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1A60E39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A7C712E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30EDD16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C4453A3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C5671" w14:paraId="193ED186" w14:textId="77777777">
        <w:trPr>
          <w:divId w:val="72804308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975ACCC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20240096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2731428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Врач-ревматолог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3D91ABA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AE2FD08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111DCDF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5531CFF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08C2F24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CF93D04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0A67A20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DA7F5E5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F91049E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96B049B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99C74AA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2348D1A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515F524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66A1F9F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04C03C8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F39F483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D660BCD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EDF7284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D3910E4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149B3A0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37CCED3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6175C5B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C5671" w14:paraId="2A3717B8" w14:textId="77777777">
        <w:trPr>
          <w:divId w:val="72804308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9F8B994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20240097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5F42992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Врач-сердечно-сосудистый хирург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2EBB8D5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81E8159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554EF1F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6667685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3DD8244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3DB3C27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C9F68A8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A7EA941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830139B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76CF7D9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A6D382B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B1098AC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6BDCA2A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A017244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4897FB4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9F516E7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A7C4EB9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DE4C887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CEDBB29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731DEC0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F3B30D6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CCD475A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C5671" w14:paraId="7E8FD5C3" w14:textId="77777777">
        <w:trPr>
          <w:divId w:val="72804308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E95C763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20240098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30ED6C3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Врач-травматолог-ортопед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B51E0B7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F269949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6D33FF6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149B449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39607FF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DBD934F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CC91716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9879B95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2686EE1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B72A015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774004C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83C4610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B58C793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7ED4498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46D4E29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05C7E05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75B5ADD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6B989FB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6EF36C7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2154CE8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634273D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9D22986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C5671" w14:paraId="589C6CCF" w14:textId="77777777">
        <w:trPr>
          <w:divId w:val="72804308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F08A31B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20240099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9663A05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Врач-уролог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1CCAB5C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3D69E38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B80B438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38E9512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FF9AD60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87D33E9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63D4B2F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87A263C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119B5AB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25B5436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4BA7574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038DB2D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03D26E4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509AEA1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F7D1A00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D5B3EB9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0823F68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FC770E3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142BB30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813EAB2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F1F625D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20D705E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C5671" w14:paraId="3FF41CD3" w14:textId="77777777">
        <w:trPr>
          <w:divId w:val="72804308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40736EB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20240100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3D28733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Врач-эндокринолог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E998159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2041AA9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27F8B61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212D4BD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77841F6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B87320A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C9781E5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B5F2D58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D5B6C3F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754A093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4A112A0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2545B32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93B4331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18D60DB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7C971EB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62445B4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892AB49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DC1DF64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1A3F14B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96CAEBA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977DF4C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6BE5C9F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C5671" w14:paraId="6DDEEC4A" w14:textId="77777777">
        <w:trPr>
          <w:divId w:val="72804308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302950F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20240101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51D2216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Заведующий медицинским структурным подразделением – врач-дерматовенеролог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9B18454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A2E584B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EFDFD8C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0F4EEEC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F7ED8BB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04D67A8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48E7D42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9683607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DED777E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A0E0B85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7DCB29F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8BD7EA3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8B01D3D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75E87D3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08D7B3F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EBE18AB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DC550D4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5BAC6D4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96AAFD9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CE8E2FD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D58BE80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091365A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C5671" w14:paraId="71613177" w14:textId="77777777">
        <w:trPr>
          <w:divId w:val="728043084"/>
        </w:trPr>
        <w:tc>
          <w:tcPr>
            <w:tcW w:w="0" w:type="auto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C1BCBAB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Отдел продаж</w:t>
            </w:r>
          </w:p>
        </w:tc>
      </w:tr>
      <w:tr w:rsidR="00EC5671" w14:paraId="27FA92B4" w14:textId="77777777">
        <w:trPr>
          <w:divId w:val="72804308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8B393F9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20240102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C40871B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Техник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28BF3DF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E177C6A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60CD683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58E178F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72ABD17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DA4E3A9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9BEAF19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35030B8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669C622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2E2BE2C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FA68431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229F5FD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ECEA881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9231C2D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2FCEDD9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C3D6F47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BE2E1A3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9F72B2A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A3FDB54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ECDDCBD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A9A137A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3EA20D6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C5671" w14:paraId="2BE5717A" w14:textId="77777777">
        <w:trPr>
          <w:divId w:val="728043084"/>
        </w:trPr>
        <w:tc>
          <w:tcPr>
            <w:tcW w:w="0" w:type="auto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2DAB884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Отделение предварительных и периодических медицинских осмотров</w:t>
            </w:r>
          </w:p>
        </w:tc>
      </w:tr>
      <w:tr w:rsidR="00EC5671" w14:paraId="36AAA20B" w14:textId="77777777">
        <w:trPr>
          <w:divId w:val="72804308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C3F20C7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20240103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CD92266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Врач-стоматолог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1096E0E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1D00879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4E1C752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4A88BEE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10CD5BF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470C147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4B37FCE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53AF8D3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2687B36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D4BA82C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A7F8CDB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A4B847A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E260AC5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478083A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BE058B0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8B71394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2770516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B0ADB2F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A876AC6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8181077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E3C533C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B5212DE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C5671" w14:paraId="4D5F461E" w14:textId="77777777">
        <w:trPr>
          <w:divId w:val="72804308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B176034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20240104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AD28D6C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 функциональной диагностики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A883C9A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789CE04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CB142C6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75B7F2B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C2A7B47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4C80093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7CAE092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D15FA5C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F32738A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D873FFD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8AE91FF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C23A93F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F20A5E8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289B52F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7F8A851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95DCF8A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EEFD01A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10F4FA8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36FD48C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439C3A6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713610B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D7E9D25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C5671" w14:paraId="3E24806E" w14:textId="77777777">
        <w:trPr>
          <w:divId w:val="72804308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B11D725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20240105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6779602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Врач-акушер-гинеколог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4C2B653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CD961B2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A85D7CF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BB4FAA3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9002246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52F8FDB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CAE6F6C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AF531D1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B84DF83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37F9475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06F2D9D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435A319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8BEBF5C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8C01EFC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D719F55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AFA6E67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46A15E6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4D6E00A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25D9E0D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C8517F6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8F51DE6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E88B8C0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C5671" w14:paraId="0AAFBC1B" w14:textId="77777777">
        <w:trPr>
          <w:divId w:val="72804308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95FDE45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20240106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DDEBC89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Врач-невролог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4F3817A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CBAF783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BB666C2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F90F839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78F4AB8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F324E88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7FBA182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B6FB37E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745DC9E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E2D45FC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9E28AF2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2F93AD0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E51E951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770CBA1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D409510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1A35BC9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304E0C0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D2ED81A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92539AF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422B90E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32216B1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DCD5E84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C5671" w14:paraId="7BB02FBB" w14:textId="77777777">
        <w:trPr>
          <w:divId w:val="72804308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2D01C99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20240107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4E5C351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Врач-психиатр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D82DAF0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015DADD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17A3A89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9246321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3FB95CC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5AE7E6B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234710B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0E15FE2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1280D02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887F080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2223D95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6A16A3A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974F888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76F3B7E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14A328E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6824CFF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FD0C38D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6EAEE28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DBF70FC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45E6870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4D951F4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029B923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C5671" w14:paraId="00480002" w14:textId="77777777">
        <w:trPr>
          <w:divId w:val="72804308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12405BB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20240108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DFCA6E2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Врач-психиатр-нарколог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09AFEAB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528ECC5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E1004C8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7941D83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83CEE8D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4986765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5C3752B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672C68A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C3786C2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9398629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EDCA9E3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26E3EE2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A6F40A3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90F9392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59D0029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31C009C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45020BC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104B1C0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C240158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C546AB4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D8E5E25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9BE9ADD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C5671" w14:paraId="691B1880" w14:textId="77777777">
        <w:trPr>
          <w:divId w:val="72804308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534F988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20240112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C55C813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Техник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1E957D2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FDAE1BE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B12F050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09A3968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799067F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49B2D6D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02A68AA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5FE3932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4E4FB52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F8A4F8D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81AE176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A4854D8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3EBA861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2A756C7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8B8B2FC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0B74B36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2CD230B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2C64153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AC4EF4F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01D81BE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70719E8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679C8D9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C5671" w14:paraId="2BC437E6" w14:textId="77777777">
        <w:trPr>
          <w:divId w:val="728043084"/>
        </w:trPr>
        <w:tc>
          <w:tcPr>
            <w:tcW w:w="0" w:type="auto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F87E760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Пермский краевой центр рассеянного склероза</w:t>
            </w:r>
          </w:p>
        </w:tc>
      </w:tr>
      <w:tr w:rsidR="00EC5671" w14:paraId="441C2EF1" w14:textId="77777777">
        <w:trPr>
          <w:divId w:val="728043084"/>
        </w:trPr>
        <w:tc>
          <w:tcPr>
            <w:tcW w:w="0" w:type="auto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1A14D38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Неврологический кабинет</w:t>
            </w:r>
          </w:p>
        </w:tc>
      </w:tr>
      <w:tr w:rsidR="00EC5671" w14:paraId="70FA3E76" w14:textId="77777777">
        <w:trPr>
          <w:divId w:val="72804308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841A5FA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14570079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98913CD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Заведующий медицинским структурным подразделением – врач-невролог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AC99136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1D4BA7B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902CFE1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BEDEAB6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152519C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E11B37F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82009A6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01ED82E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A58435D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71D1AC8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29935E2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AB50706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DDB6EFD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63D927D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3299030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C8D65EB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78BB22C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53F3EF7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65F62AC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4592B44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BDD8DD1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D967B04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C5671" w14:paraId="39EB5FCD" w14:textId="77777777">
        <w:trPr>
          <w:divId w:val="728043084"/>
        </w:trPr>
        <w:tc>
          <w:tcPr>
            <w:tcW w:w="0" w:type="auto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B3B384B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Нефрологический центр</w:t>
            </w:r>
          </w:p>
        </w:tc>
      </w:tr>
      <w:tr w:rsidR="00EC5671" w14:paraId="0FFFA175" w14:textId="77777777">
        <w:trPr>
          <w:divId w:val="728043084"/>
        </w:trPr>
        <w:tc>
          <w:tcPr>
            <w:tcW w:w="0" w:type="auto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5C70B0D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Нефрологический кабинет</w:t>
            </w:r>
          </w:p>
        </w:tc>
      </w:tr>
      <w:tr w:rsidR="00EC5671" w14:paraId="03CA4511" w14:textId="77777777">
        <w:trPr>
          <w:divId w:val="72804308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CE1ADAA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14570075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8D03A62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Врач-нефролог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75CA375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7F7A1E2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20A47E7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F751280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953B170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ACAE69D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4FDCF1B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7FF0FE2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F11191B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DFD1000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05BBF1E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ABFCA0C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AB71AA1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D857E63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54E6505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B864E79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A7D7A1C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AC24B47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ACECB17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A522B91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D5E170A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DA6D1C4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C5671" w14:paraId="7CB9A91D" w14:textId="77777777">
        <w:trPr>
          <w:divId w:val="728043084"/>
        </w:trPr>
        <w:tc>
          <w:tcPr>
            <w:tcW w:w="0" w:type="auto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1C85035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Региональный эндокринологический центр</w:t>
            </w:r>
          </w:p>
        </w:tc>
      </w:tr>
      <w:tr w:rsidR="00EC5671" w14:paraId="17F47CA7" w14:textId="77777777">
        <w:trPr>
          <w:divId w:val="728043084"/>
        </w:trPr>
        <w:tc>
          <w:tcPr>
            <w:tcW w:w="0" w:type="auto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999AFA6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Кабинет врача-эндокринолога</w:t>
            </w:r>
          </w:p>
        </w:tc>
      </w:tr>
      <w:tr w:rsidR="00EC5671" w14:paraId="69FB82A7" w14:textId="77777777">
        <w:trPr>
          <w:divId w:val="72804308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95EC433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14570071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3998E79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Заведующий медицинским структурным подразделением – врач-эндокринолог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4FBAFC5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692DD0E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B371650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B5FC5B1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42FEDD9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DC44972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E4242F3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F0F4863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858A4DA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BB92373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891CDF7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C9758BE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5344CF7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2794E57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2BF1255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72F1F99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5DBE675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024E0FB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1D7EC27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38B6E62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71673C0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36377E7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C5671" w14:paraId="3697B513" w14:textId="77777777">
        <w:trPr>
          <w:divId w:val="72804308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0D0212C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14570072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B959363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Врач-эндокринолог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444274A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5A41222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2586A6E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4F7F41F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75D3455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DAD905F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6887125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B6949BF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13EEBCB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5E8A88E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9973950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97E70DB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2BC3D47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A879DB8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FBA55E9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A7EC315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C0EC4A3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D9A6A0C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7E3171D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DFA9BAF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23374D9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B166E71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C5671" w14:paraId="2CFB9237" w14:textId="77777777">
        <w:trPr>
          <w:divId w:val="728043084"/>
        </w:trPr>
        <w:tc>
          <w:tcPr>
            <w:tcW w:w="0" w:type="auto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50A7370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Специализированный неврологический центр</w:t>
            </w:r>
          </w:p>
        </w:tc>
      </w:tr>
      <w:tr w:rsidR="00EC5671" w14:paraId="0A3C6D3F" w14:textId="77777777">
        <w:trPr>
          <w:divId w:val="728043084"/>
        </w:trPr>
        <w:tc>
          <w:tcPr>
            <w:tcW w:w="0" w:type="auto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A250BA4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Кабинет врача-невролога</w:t>
            </w:r>
          </w:p>
        </w:tc>
      </w:tr>
      <w:tr w:rsidR="00EC5671" w14:paraId="657B3BD5" w14:textId="77777777">
        <w:trPr>
          <w:divId w:val="72804308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B37B51F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14570066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32C38AF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Врач-невролог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28763EC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F11201C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F09C809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54BD065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8868556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BB61B7F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4499626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61226CA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166FE4F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736D7F7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E081291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6BD3DD6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4FA09A4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750BCAE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F6352D4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06D4CE8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C2C3B78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7F2469C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48B843E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75D39DB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E815FCC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444FBC4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C5671" w14:paraId="50765105" w14:textId="77777777">
        <w:trPr>
          <w:divId w:val="728043084"/>
        </w:trPr>
        <w:tc>
          <w:tcPr>
            <w:tcW w:w="0" w:type="auto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3B34BF8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Центр медицинский ревматологический</w:t>
            </w:r>
          </w:p>
        </w:tc>
      </w:tr>
      <w:tr w:rsidR="00EC5671" w14:paraId="692050F8" w14:textId="77777777">
        <w:trPr>
          <w:divId w:val="728043084"/>
        </w:trPr>
        <w:tc>
          <w:tcPr>
            <w:tcW w:w="0" w:type="auto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60F042E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Кабинет врача-ревматолога</w:t>
            </w:r>
          </w:p>
        </w:tc>
      </w:tr>
      <w:tr w:rsidR="00EC5671" w14:paraId="3A496143" w14:textId="77777777">
        <w:trPr>
          <w:divId w:val="72804308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7CF2864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14570077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14D4632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Заведующий медицинским структурным подразделением – врач-ревматолог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C8A92AE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B29DEA0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04E750E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CED82D5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EC12308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269DB47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20DDF87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9450261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77926E5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DD5E900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2585541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1CB778D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5B64D5E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DC2CD6A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54F332D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A6B0CC2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7D525ED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71CB875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3DD45A8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AC6201C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DCAC975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79F6DEF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C5671" w14:paraId="287A9F37" w14:textId="77777777">
        <w:trPr>
          <w:divId w:val="72804308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C250F7F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14570078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4D051E8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Врач-ревматолог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6E2F1CB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B62E1A6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B775C2C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D17C6AB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42D814A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0C5AE67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AC079F0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512C1D5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BA2D375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097097F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D540661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B85AEBF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28DCAB9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4A7066E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6AE8107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F98C5EE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2EE13E1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27D5F1B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EB6436A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144F140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CE7FBD7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AB54DE8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C5671" w14:paraId="007CC369" w14:textId="77777777">
        <w:trPr>
          <w:divId w:val="728043084"/>
        </w:trPr>
        <w:tc>
          <w:tcPr>
            <w:tcW w:w="0" w:type="auto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33AC3F8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Центр медицинский урологический</w:t>
            </w:r>
          </w:p>
        </w:tc>
      </w:tr>
      <w:tr w:rsidR="00EC5671" w14:paraId="26721ADB" w14:textId="77777777">
        <w:trPr>
          <w:divId w:val="728043084"/>
        </w:trPr>
        <w:tc>
          <w:tcPr>
            <w:tcW w:w="0" w:type="auto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D613D1B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Урологический кабинет</w:t>
            </w:r>
          </w:p>
        </w:tc>
      </w:tr>
      <w:tr w:rsidR="00EC5671" w14:paraId="3970F57A" w14:textId="77777777">
        <w:trPr>
          <w:divId w:val="72804308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27D196E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14570054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4454A95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Врач-уролог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14B03C2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5DBFAD9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3333AB7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F6036E7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9270D25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A2FF406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CB14AC4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88E3112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1FD60B9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074633C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C0FE051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81D765E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D52C033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AA44C61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C12F5A4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E66443C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454795A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7C05D71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9CD9988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F87DC50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A1B9DBD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07F29BC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C5671" w14:paraId="5D281744" w14:textId="77777777">
        <w:trPr>
          <w:divId w:val="728043084"/>
        </w:trPr>
        <w:tc>
          <w:tcPr>
            <w:tcW w:w="0" w:type="auto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D861D8A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Центр охраны здоровья семьи и репродукции</w:t>
            </w:r>
          </w:p>
        </w:tc>
      </w:tr>
      <w:tr w:rsidR="00EC5671" w14:paraId="56E145C4" w14:textId="77777777">
        <w:trPr>
          <w:divId w:val="72804308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6116743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20240061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4B37432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Заведующий медицинским структурным подразделением – врач-аукшуер-гинеколог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37D697F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D4503FA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BB67BAB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2B30DAF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A20E61D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B28C3F9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5F2EE57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3AE52FF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1B30736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C285EC9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3C91964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4DFF00A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E0879E2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638D387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D17C8C5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47E0887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21A1084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CF859F7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EA0338B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2E63B08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5736C15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8065B16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C5671" w14:paraId="3EBCC467" w14:textId="77777777">
        <w:trPr>
          <w:divId w:val="728043084"/>
        </w:trPr>
        <w:tc>
          <w:tcPr>
            <w:tcW w:w="0" w:type="auto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B3E43D3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Отделение экстренной консультативной скорой медицинской помощи</w:t>
            </w:r>
          </w:p>
        </w:tc>
      </w:tr>
      <w:tr w:rsidR="00EC5671" w14:paraId="7B56C5AD" w14:textId="77777777">
        <w:trPr>
          <w:divId w:val="72804308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AC77995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20240113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19044FD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Врач-челюстно-лицевой хирург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6B35B21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9BBC3D3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3545BE5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6562127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142C183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906B175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0D29A84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A7E7898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0E5335D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3F05B75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6F13913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F274FC3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22BDF15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819EA0A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534716E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7F053BE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9C95E24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D2D54CF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F1B58D9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72C59E5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B817099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FC95F38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C5671" w14:paraId="512BC76D" w14:textId="77777777">
        <w:trPr>
          <w:divId w:val="72804308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AEA71FC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20240114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F23BF5E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 скорой медицинской помощи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971456D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9813CFD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E0DA04E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BCBCDD7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4A4948A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8E3271C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D6020C1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BD5862B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9891BC6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BFB7A63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992DA65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1D11189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C9A7B21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D7269F9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95825C8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5AE6FED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008C41E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B5897C0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0C28D53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2B46446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D7790F8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F015521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C5671" w14:paraId="6ED0E24A" w14:textId="77777777">
        <w:trPr>
          <w:divId w:val="72804308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78E84C8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20240115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1889A83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Врач-оториноларинголог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09C73BA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D105BC6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79D6D0F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D6DAB47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350CE9B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E130E69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C1CC6F5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70985BD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35C6A3F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B64AA6A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FEA487A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9EB2AFD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DDD0E5D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47CF98E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97E620D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0845FAC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156FFE2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1A355FF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226E9C2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9E29451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4609CED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970FE1A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C5671" w14:paraId="5CDC6D53" w14:textId="77777777">
        <w:trPr>
          <w:divId w:val="728043084"/>
        </w:trPr>
        <w:tc>
          <w:tcPr>
            <w:tcW w:w="0" w:type="auto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E862F96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Централизованная клинико-диагностическая лаборатория (г. Пермь, ул. М.Жукова, д. 33)</w:t>
            </w:r>
          </w:p>
        </w:tc>
      </w:tr>
      <w:tr w:rsidR="00EC5671" w14:paraId="2E9786DE" w14:textId="77777777">
        <w:trPr>
          <w:divId w:val="728043084"/>
        </w:trPr>
        <w:tc>
          <w:tcPr>
            <w:tcW w:w="0" w:type="auto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F5AEF35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Административно-управленческий персонал</w:t>
            </w:r>
          </w:p>
        </w:tc>
      </w:tr>
      <w:tr w:rsidR="00EC5671" w14:paraId="0C9C6670" w14:textId="77777777">
        <w:trPr>
          <w:divId w:val="72804308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61DB87C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14570102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D3B2B9D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Заведующий медицинским структурным подразделением – врач клинической лабораторной диагностики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204F337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2F33BE7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84DEC3A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06C48B6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52E2736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6A32C32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CE32B18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1F902A5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8E7665B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04E98FC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24FD2FD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B5E0CC7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21CF21B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B80B80C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4216DB7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17AD8A8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0D649F8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7E09DFE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F19D19F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C8B8B04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060F284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2449888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C5671" w14:paraId="50FDFB83" w14:textId="77777777">
        <w:trPr>
          <w:divId w:val="72804308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7127FAC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14570103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BB8D109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Старший фельдшер-лаборант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C382129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05CE208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6583953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19C1EFC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D5D90B9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985E79E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1136D25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14EE8A0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B3F2734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0CFD101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F91E868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B8DBDD6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7B8B5B4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41F70B6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533EA68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3B46E06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BEDB8A3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9D14AF6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D35A20D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D9688AB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305C797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FC69991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C5671" w14:paraId="2CC3904B" w14:textId="77777777">
        <w:trPr>
          <w:divId w:val="72804308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AA6A509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20240117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61618F2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Медицинский регистратор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8C7CB1D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3C7F126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87B21F0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6D1B393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5E301DD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0CB780A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8C90208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25FC40C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EF0E3B6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A5CB7C7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2030E1B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A410039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AB23916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244EB8B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90CF25C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0BA9C79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2119AC2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86AE548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7EAEF13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AE25F4E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96EFE0A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214A325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C5671" w14:paraId="7B813AE5" w14:textId="77777777">
        <w:trPr>
          <w:divId w:val="728043084"/>
        </w:trPr>
        <w:tc>
          <w:tcPr>
            <w:tcW w:w="0" w:type="auto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5835C85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Плановая клинико-диагностическая лаборатория</w:t>
            </w:r>
          </w:p>
        </w:tc>
      </w:tr>
      <w:tr w:rsidR="00EC5671" w14:paraId="59B3F54B" w14:textId="77777777">
        <w:trPr>
          <w:divId w:val="72804308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7BD6891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14570106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8614271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 клинической лабораторной диагностики (исследование гемостаза)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63EB2A2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E57B291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56A239E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3E52E0D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A2497C4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8DF1B89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2302EBD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D7DC593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D118C18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5383993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905B9D5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BB6FCC4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60BC39F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C5C6B20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0868596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3BFB8F6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D279DBF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3DB5CEA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1883D25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29EA0DD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A8E11C1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74C004B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C5671" w14:paraId="4914BA9F" w14:textId="77777777">
        <w:trPr>
          <w:divId w:val="72804308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7D612FD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14570107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AA35E76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 клинической лабораторной диагностики (паразитологические исследования)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86B9396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209963E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4D59D91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20AA3BB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D3837E5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0C50285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0FE4FE0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74B40FB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D08B9B8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2C9AE32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E2C92A5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F02C604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8736DE1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F4B3631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36ACD64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3565C21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3193FEC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AB603B8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3B99286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136DFA4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12E82EC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0618AC0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C5671" w14:paraId="7F59A07F" w14:textId="77777777">
        <w:trPr>
          <w:divId w:val="72804308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B483B8E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14570108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D218F99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 клинической лабораторной диагностики (гематологические исследования)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B8ED8B1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21BDEA8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239C3A6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D13915E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2BCA9B9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AC81199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857E9EE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FB63703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C6948FA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E218552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7048735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3C3F62A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FC77109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14866EC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1A140ED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244B217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0710F12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C5C02E5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0E817D4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2E71DF9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77599F8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5A0A7FF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C5671" w14:paraId="689563B5" w14:textId="77777777">
        <w:trPr>
          <w:divId w:val="72804308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C6F378D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14570109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1B2E92D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 клинической лабораторной диагностики (биохимические исследования)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7A82BBB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9A26A3E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6D2A709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A5EEE4C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6E88DE9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298F53D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1051DF2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C5A9F42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B9C98B8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19B9A57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97CF118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939F85E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FF9EF08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25411A6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E35DE00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39297E4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9D9E344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6F06E95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0CF43E4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A6C3BC0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53CF7E4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EFE9B37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C5671" w14:paraId="385372C6" w14:textId="77777777">
        <w:trPr>
          <w:divId w:val="72804308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61F0D4A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14570110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04DB75C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 клинической лабораторной диагностики (общеклинические исследования)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0801858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D32AC3B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C06191E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0FE6AE3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B57823E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72C876D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25420AA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075D8DA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40CD46D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B3E1A09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879AD34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EF666E0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DD5880D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3D12B0B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A6D3A69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B6699E7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A2AD887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8C1BA4A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B147D7B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C1E8DEE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B37D0C8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7516318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C5671" w14:paraId="0FFB5139" w14:textId="77777777">
        <w:trPr>
          <w:divId w:val="72804308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466F4B6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14570121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CC6E1B4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Врач-бактериолог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4CD8C55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C8D7FD5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B6DD7E3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FFFDA35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5630CAD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3EA387D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B86061F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FA5D70F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83847C4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2262AEF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D49C8B3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2A54583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96854D6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28B4998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493315F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DD9EB97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C2FF725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7290083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B0572A9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B0CABC3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026471C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782CCE6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C5671" w14:paraId="12DFDD78" w14:textId="77777777">
        <w:trPr>
          <w:divId w:val="72804308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767BDFE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14570124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1F07B4A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Врач-биолог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1B67A56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07FEE69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6EA22AF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F418D30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0D2166B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6B2F89C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AF86E89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7B54CF8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1569FB5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339C5E3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A6954DB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5E922A9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BE383B7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240C08D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9279620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EB7063E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E776755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5C40B3C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CEFD117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7354675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1DCCDF2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ED595C7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C5671" w14:paraId="5E7A1046" w14:textId="77777777">
        <w:trPr>
          <w:divId w:val="72804308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14006E8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14570125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055C29C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Фельдшер-лаборант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517835B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2172C1A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E03B4D7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F3D7C51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4D6EB99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418FA97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D523A90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69D79A1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2501518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545FA16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897D298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376D853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155D074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42AC5FD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7FA3834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54AECB1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6673F49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1F38619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66C37DD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0A7D766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1FF5425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B4C0573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C5671" w14:paraId="7A97F7D1" w14:textId="77777777">
        <w:trPr>
          <w:divId w:val="72804308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BCF453E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14570126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9A02002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Фельдшер-лаборант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EF8C750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903390E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BB0A4A0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2A88676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63B2BEA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710A20D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42591BC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05497F1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855A655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8DAE40C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06B6811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384277F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FEC0C61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DA3A586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A12000A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F984AEF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07FA1B7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B6BE316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4F3BBB4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574B3D8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9243BEF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E1C3130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C5671" w14:paraId="46DC389D" w14:textId="77777777">
        <w:trPr>
          <w:divId w:val="72804308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30B1705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14570127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B7EEBAA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Фельдшер-лаборант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F23B238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77909E6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97DAA8C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504AF93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FD077D6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B9239FC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3C77275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57EBA5D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9C03CAD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EE4B036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648C8A7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146A1FB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DC10900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18337A4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1FA651F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E06283C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D4254B3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4B814C5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50196D1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903B42F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E2423E5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B820A90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C5671" w14:paraId="7D28668B" w14:textId="77777777">
        <w:trPr>
          <w:divId w:val="72804308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974B415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14570128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D2D4352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Фельдшер-лаборант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C7C9BBF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36FCB00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2CB85F5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4DEE25E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59F0C3C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1A53CB4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B16963D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C8E7BA1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1297E52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FDFD76B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9581696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36755DB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E557279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F156379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295F8CB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E764370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A05E24C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EC769CF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332E8C4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3187461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C358A87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D1015FD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C5671" w14:paraId="1709FD41" w14:textId="77777777">
        <w:trPr>
          <w:divId w:val="72804308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1F2E852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14570150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EC75527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Мойщик посуды 2-й разряд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01A77F6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278D417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06D20EA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5949172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F9C8420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285A4EE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C15081E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DE52F94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C5F21F3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8A63162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AC148BA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40FF664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36C269B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711DEB3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399636C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E8823BE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7CFED05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EC486C0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472347C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C5476DA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F606223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FA1A37F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C5671" w14:paraId="2FA7114E" w14:textId="77777777">
        <w:trPr>
          <w:divId w:val="72804308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5457057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14570151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3F3AF9F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Уборщик служебных помещений 1-й разряд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6A51D89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76AE223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A7262F5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14B2FC9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C75299A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5C9F540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FD27F48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9699745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2DCE8B1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FD791BC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BFEC56C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7E88ED6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FBC6FF8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B208132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90917A2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CDC6BBC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F1DC284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3BC3D23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78232DE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8E64F9B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688C8CB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88C0BA1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C5671" w14:paraId="07B490B7" w14:textId="77777777">
        <w:trPr>
          <w:divId w:val="728043084"/>
        </w:trPr>
        <w:tc>
          <w:tcPr>
            <w:tcW w:w="0" w:type="auto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74FB3E1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Экстренная клинико-диагностическая лаборатория № 1</w:t>
            </w:r>
          </w:p>
        </w:tc>
      </w:tr>
      <w:tr w:rsidR="00EC5671" w14:paraId="0042BC30" w14:textId="77777777">
        <w:trPr>
          <w:divId w:val="72804308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5206505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14570152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6D02E8F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 клинической лабораторной диагностики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B96F133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8B015C9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64074FF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1D51E38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7F54467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74DF923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55B85C2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3275FB5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88F82E3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49D1A07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9FC5709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0A3BB9A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460D9CA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28FE1DD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4D8C010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A4D0B6A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8BBC709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6CF82D5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1DAE1B3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5114BF9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39C4EEB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E8C87CE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C5671" w14:paraId="5DD60C83" w14:textId="77777777">
        <w:trPr>
          <w:divId w:val="72804308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B3A2274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14570153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0488BA5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Фельдшер-лаборант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A21F017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3047035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C517086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B56CBA0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BCE9836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FB2165A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E104027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07A009F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3768F2E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65FB321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0679D2E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205BD49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13B6F9C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035A890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5905D92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E62B242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B5D7081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AB1FF98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9A75871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3F8A205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46C71C9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F55E8F0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C5671" w14:paraId="72B24AA0" w14:textId="77777777">
        <w:trPr>
          <w:divId w:val="728043084"/>
        </w:trPr>
        <w:tc>
          <w:tcPr>
            <w:tcW w:w="0" w:type="auto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7AAE8CF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Экстренная клинико-диагностическая лаборатория № 2</w:t>
            </w:r>
          </w:p>
        </w:tc>
      </w:tr>
      <w:tr w:rsidR="00EC5671" w14:paraId="726F60A9" w14:textId="77777777">
        <w:trPr>
          <w:divId w:val="72804308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CE5DF06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20240125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9A9CF9B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Медицинский регистратор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28E52C2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909DA6F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A0D94C3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610DEC5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03F14EA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F123DAE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9D532E6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30E709A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C02B5FD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F0C7011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B342F1D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C005DCE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51B5B76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5909D7B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7F62277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8952491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CA8B9C0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FEAC3E2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C69735E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47BB4D0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8D47D56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AD903B0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C5671" w14:paraId="57A974E3" w14:textId="77777777">
        <w:trPr>
          <w:divId w:val="728043084"/>
        </w:trPr>
        <w:tc>
          <w:tcPr>
            <w:tcW w:w="0" w:type="auto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5DC18A0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Аптека</w:t>
            </w:r>
          </w:p>
        </w:tc>
      </w:tr>
      <w:tr w:rsidR="00EC5671" w14:paraId="69DA667B" w14:textId="77777777">
        <w:trPr>
          <w:divId w:val="728043084"/>
        </w:trPr>
        <w:tc>
          <w:tcPr>
            <w:tcW w:w="0" w:type="auto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AF5FC3D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Отдел по приемке, хранению и отпуску лекарственных средств</w:t>
            </w:r>
          </w:p>
        </w:tc>
      </w:tr>
      <w:tr w:rsidR="00EC5671" w14:paraId="0EE61CD0" w14:textId="77777777">
        <w:trPr>
          <w:divId w:val="72804308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A9A70F8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20240126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1ECD6B4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Техник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5F56D90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37913A9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6F43F3F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32B094F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5110919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996BF0C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72C2DB1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4E19C5E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E389D69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CFBA821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D6DAB70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356E364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75E6F55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CE20166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55C60A5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3F49BCA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A098C59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B59DE77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1B8548C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790461F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4DEBCC6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FFCC389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C5671" w14:paraId="78BAB5EB" w14:textId="77777777">
        <w:trPr>
          <w:divId w:val="728043084"/>
        </w:trPr>
        <w:tc>
          <w:tcPr>
            <w:tcW w:w="0" w:type="auto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CEC1A53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Общебольничный медицинский персонал</w:t>
            </w:r>
          </w:p>
        </w:tc>
      </w:tr>
      <w:tr w:rsidR="00EC5671" w14:paraId="51772C3C" w14:textId="77777777">
        <w:trPr>
          <w:divId w:val="728043084"/>
        </w:trPr>
        <w:tc>
          <w:tcPr>
            <w:tcW w:w="0" w:type="auto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DE1FB6C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Отдел по организации медицинской помощи</w:t>
            </w:r>
          </w:p>
        </w:tc>
      </w:tr>
      <w:tr w:rsidR="00EC5671" w14:paraId="454D81DA" w14:textId="77777777">
        <w:trPr>
          <w:divId w:val="72804308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3E8D701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20240127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68D4010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Заведующий медицинским структурным подразделением – врач-методист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3DFABF0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6D3CF0F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6BB471F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9A42D7B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A718A86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0DBEB0F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FD550A6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583E4F9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FF3D0D0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79EA9C8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CE43EFD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B5147E0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83F3FA9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D79DD5B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72DD748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4A8BC4C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84C92F8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CAEE206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C21E747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BB28C98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BC8A286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B0FB989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C5671" w14:paraId="67817B97" w14:textId="77777777">
        <w:trPr>
          <w:divId w:val="72804308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97B742B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20240128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02465A6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Техник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F5C447B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1BBFED9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42C8E58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C5D92B2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CD1A782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213EED5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1BE3B98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A01045E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411754C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CCDB4B5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A9A6443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0053663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304117C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E1FB19E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0EDCD7F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DF1457A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C02FF9B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A14D68C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C776871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BEE77A3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6709816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8873ED0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C5671" w14:paraId="5F45C4D0" w14:textId="77777777">
        <w:trPr>
          <w:divId w:val="728043084"/>
        </w:trPr>
        <w:tc>
          <w:tcPr>
            <w:tcW w:w="0" w:type="auto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D6F3B60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Отдел по контролю качества диетического питания</w:t>
            </w:r>
          </w:p>
        </w:tc>
      </w:tr>
      <w:tr w:rsidR="00EC5671" w14:paraId="52F61E21" w14:textId="77777777">
        <w:trPr>
          <w:divId w:val="72804308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29C51FB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20240129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201CBAD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Врач-диетолог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9EF55E1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DBE951F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36B8DD2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02C76AC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4D185F8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50D3AA1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78F33E4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BC67FFA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92884F8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281EE57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DA16E0D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507B886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43EB151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4253296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2128D3F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CC15AD1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0C5CEDB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F9D8A9C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9DB87D1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5F65496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617DB67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C48E140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C5671" w14:paraId="11543563" w14:textId="77777777">
        <w:trPr>
          <w:divId w:val="72804308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6EEB593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20240130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EB89D38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Медицинская сестра диетическая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B745EDD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A67FEE1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2A9D939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8FF5798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6D02DAB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B74F5F3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10C5CA5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24AF8F6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13DD919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CBE64DB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F2FF80E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E4C0A67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637D8AD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78034B9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C7368D0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288B19A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1124A12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5B06850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B9E7B62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9F052E5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3A8CB12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D834E00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C5671" w14:paraId="5D037397" w14:textId="77777777">
        <w:trPr>
          <w:divId w:val="728043084"/>
        </w:trPr>
        <w:tc>
          <w:tcPr>
            <w:tcW w:w="0" w:type="auto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690D335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Отдел организации контроля качества медицинской помощи</w:t>
            </w:r>
          </w:p>
        </w:tc>
      </w:tr>
      <w:tr w:rsidR="00EC5671" w14:paraId="4B628E29" w14:textId="77777777">
        <w:trPr>
          <w:divId w:val="72804308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87651CD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20240132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E2D1F89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Заведующий медицинским структурным подразделением – врач-методист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41F7A20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69CEFAD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DA36F5A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1F3AFAE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CA773D6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F13B979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2BF43E7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E9CD2CE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14FF32B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330734B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4C3C057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4B69702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BCBF38F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A4B6189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8E97B2B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026F584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1A59B14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93B04BE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831A287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334BCAD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9373C6C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715D393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C5671" w14:paraId="68444E0E" w14:textId="77777777">
        <w:trPr>
          <w:divId w:val="72804308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EF499FB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20240131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8C3F8EB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Врач-методист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13114D5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2F8F177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3544404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2C20DF7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99EA5A2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644F6B7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EB9B387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5293536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8EB130F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D471A5E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BCB3B8D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EB85AED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185139C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94E1586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39C84F5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6A5653A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2291AB8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DF2C49B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56D5E41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FC5A57A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C6A0632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A7C93F1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C5671" w14:paraId="25D8513A" w14:textId="77777777">
        <w:trPr>
          <w:divId w:val="728043084"/>
        </w:trPr>
        <w:tc>
          <w:tcPr>
            <w:tcW w:w="0" w:type="auto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F735032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Организационно-оперативный отдел</w:t>
            </w:r>
          </w:p>
        </w:tc>
      </w:tr>
      <w:tr w:rsidR="00EC5671" w14:paraId="42B1E4B3" w14:textId="77777777">
        <w:trPr>
          <w:divId w:val="72804308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6B0E759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20240133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BA833E5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Администратор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EDBCE0D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17CBE49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99CD036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FEC6B5A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BDF3D54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E408CFD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D6DBF13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647E470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F1380CB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A40B8FF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005F2E4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F43F004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C5BA577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2E7A22A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B452097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6001A18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CF5F15F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2399D81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75C4F75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B60FD12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2D94C8A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55A4265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C5671" w14:paraId="0F1E59E4" w14:textId="77777777">
        <w:trPr>
          <w:divId w:val="72804308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D9F6FDC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20240053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89313AE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Старшая медицинская сестра (медицинский брат)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D66BC00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94711E8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686DD2E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EDFF6C4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10A9ADE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EE3EC13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8E45BEF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BA7CCA8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F632FAE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B292092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3D34C58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C249480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261C5C0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BEC02A8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82ED1CE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7339F74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2791A42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AF105DB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B7A7F06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567C233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8920122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44250B0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C5671" w14:paraId="1CB0539D" w14:textId="77777777">
        <w:trPr>
          <w:divId w:val="728043084"/>
        </w:trPr>
        <w:tc>
          <w:tcPr>
            <w:tcW w:w="0" w:type="auto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A6B2D2A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Пермский краевой центр координации органного донорства</w:t>
            </w:r>
          </w:p>
        </w:tc>
      </w:tr>
      <w:tr w:rsidR="00EC5671" w14:paraId="6D8E1609" w14:textId="77777777">
        <w:trPr>
          <w:divId w:val="72804308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3848015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14570099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D327B7E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Заведующий медицинским структурным подразделением – врач-анестезиолог-реаниматолог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4B8971F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88A4DF7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CDDBE12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1D17B01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C688D42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2000A25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692204E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EEE3BA3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47293E2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AA043BC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15335BA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040DD6A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37AF1DE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E9D9AA0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F41E92F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E9B69B3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B329F49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015BA9D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CA5060E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1E62BF1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63082C3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E152DE2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C5671" w14:paraId="6064E7CF" w14:textId="77777777">
        <w:trPr>
          <w:divId w:val="728043084"/>
        </w:trPr>
        <w:tc>
          <w:tcPr>
            <w:tcW w:w="0" w:type="auto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EF0366D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Общебольничный немедицинский персонал (г. Пермь, ул. Пушкина, д. 85)</w:t>
            </w:r>
          </w:p>
        </w:tc>
      </w:tr>
      <w:tr w:rsidR="00EC5671" w14:paraId="080A0333" w14:textId="77777777">
        <w:trPr>
          <w:divId w:val="728043084"/>
        </w:trPr>
        <w:tc>
          <w:tcPr>
            <w:tcW w:w="0" w:type="auto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A1DE5EA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Канцелярия</w:t>
            </w:r>
          </w:p>
        </w:tc>
      </w:tr>
      <w:tr w:rsidR="00EC5671" w14:paraId="11FF6FD0" w14:textId="77777777">
        <w:trPr>
          <w:divId w:val="72804308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329700E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20240135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7BC8939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Заведующий канцелярией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6E93C21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CB4A875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9AF94FA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FF31A0E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C3B5FC1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CD552B2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ED23980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1F4BE3E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53302BA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0FC67DF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E29A8BB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F3AFC28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4E84580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DBF1777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6F41383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C9D55EA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AF5DD3B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534F780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C07C5E2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13F6DE2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9673776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7C7AB33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C5671" w14:paraId="402C7E68" w14:textId="77777777">
        <w:trPr>
          <w:divId w:val="72804308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F713F74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20240134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69C0429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Курьер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A584328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7151A18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F96C5EA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6336883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D3D66DF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7A04777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AE25A86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8B7ACA8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9678B09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44DC896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715070B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CBC280E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959930D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C6B3E33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93E1A9F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E901568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8923A34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CCFCDCF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B174DD8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8125AE4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335CDBE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222E808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C5671" w14:paraId="69A5F4EA" w14:textId="77777777">
        <w:trPr>
          <w:divId w:val="728043084"/>
        </w:trPr>
        <w:tc>
          <w:tcPr>
            <w:tcW w:w="0" w:type="auto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5FA2D3B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Отдел внутреннего финансового контроля</w:t>
            </w:r>
          </w:p>
        </w:tc>
      </w:tr>
      <w:tr w:rsidR="00EC5671" w14:paraId="660C9BA3" w14:textId="77777777">
        <w:trPr>
          <w:divId w:val="72804308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EB1B5F6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20240136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29E68FF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отдела внутреннего финансового контроля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22ED52E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9B517AF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35A6379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DA6FD0F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A471C11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50C7624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A1D253C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B2A46B0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FE6AA3F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F1E2AB3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358D983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29D512D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8401C58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E8C0C25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DBADFC8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527A457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CD88FA5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B0B9850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6DF1A25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7FAB232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792D6D8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748FC88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C5671" w14:paraId="144F2981" w14:textId="77777777">
        <w:trPr>
          <w:divId w:val="72804308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CBB98D4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20240137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3E2C3FA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бухгалтер-ревизор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D8501D1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2A3B160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CD892DC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B86B372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99F1F17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87886CD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2D85153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FB49160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D3A00DE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5401B31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75FF8C6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7D792D5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428B31F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86C7982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47E7AD7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33B8BCF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E6F47DD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E249D95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DBE5517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9D325C7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45D15A4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213FFF5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C5671" w14:paraId="4E468F61" w14:textId="77777777">
        <w:trPr>
          <w:divId w:val="72804308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BF808FD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20240140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57DA48F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Заместитель начальника отдела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01EC2D7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725711F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27182E2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7B70306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2FBDEBE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39CBF2C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F5EAB89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DE7B295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CBAFC3B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C6B583F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D25499F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A861F58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66D50DB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AC3ABE3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FA6047F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F075E98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8C4BAC4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E3DF154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9601496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60275A4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767E26D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766653D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C5671" w14:paraId="4881167F" w14:textId="77777777">
        <w:trPr>
          <w:divId w:val="72804308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3F75B40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20240139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3746604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бухгалтер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37A7108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B4F27FB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6BDAD7C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5B55E11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9E67ADB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A0404BD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736B70E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919593E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C819277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1DCAB22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99E1145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0093657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C76A33C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E6129C2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08BE613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2061E47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FC44631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7C56DD9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C140E2F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8711C55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658BB14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50DABB6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C5671" w14:paraId="540D7F47" w14:textId="77777777">
        <w:trPr>
          <w:divId w:val="728043084"/>
        </w:trPr>
        <w:tc>
          <w:tcPr>
            <w:tcW w:w="0" w:type="auto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B48D484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Планово-экономический отдел</w:t>
            </w:r>
          </w:p>
        </w:tc>
      </w:tr>
      <w:tr w:rsidR="00EC5671" w14:paraId="6C86237E" w14:textId="77777777">
        <w:trPr>
          <w:divId w:val="72804308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4D8B0E5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20240141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806FC76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планово-экономического отдела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F100858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51CEAC4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1673008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EAA59AE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83F3996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C90ED03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EE1446F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30B46F2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2AD65B2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122FE7B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689A3F4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963AE5E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025271C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C5A4AA4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EEE5DF5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9973474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8C425AC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7E62807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39A67A3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586C2EA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DF057AA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85FC144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C5671" w14:paraId="6173ECB4" w14:textId="77777777">
        <w:trPr>
          <w:divId w:val="72804308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10C9826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20240143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B35E1EB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Экономист I категории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D28AE71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CB8F620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EC6F1A2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1309CAF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0F7AE54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8E7B4AB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C0ACA08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4F55A71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39B6A1C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C426B79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B21B662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75E94A3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278EC2F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4099F0B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02725EA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8E64F56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67E5B1B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879CB83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3813CFA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00D1B3D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1DAB387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E25F6A6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C5671" w14:paraId="107384CC" w14:textId="77777777">
        <w:trPr>
          <w:divId w:val="728043084"/>
        </w:trPr>
        <w:tc>
          <w:tcPr>
            <w:tcW w:w="0" w:type="auto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74C9817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Контрактная служба</w:t>
            </w:r>
          </w:p>
        </w:tc>
      </w:tr>
      <w:tr w:rsidR="00EC5671" w14:paraId="44172320" w14:textId="77777777">
        <w:trPr>
          <w:divId w:val="72804308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ABA42CD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20240144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6A19143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Руководитель контрактной службы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F4E6233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D1A1479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C90268C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123925E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CB2DAE4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4844642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188005B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9828D9B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07F5863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06EA915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0593950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9F86BC1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A4AC612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19D8B9D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401CF2B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47562E3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65F7622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743BDC3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CD39949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CAC6F3E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E3482AE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F860914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C5671" w14:paraId="3D8C5339" w14:textId="77777777">
        <w:trPr>
          <w:divId w:val="72804308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6AB5AD1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20240145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6C7D5C0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Специалист по закупкам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B5FE7B7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9491D77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4FC2ABC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900333A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7BA3C79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EAE9FEF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C3A7395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970FA37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E3BD6CA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8ABCFCE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2501C87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6634947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9FEE15E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2188BF2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2BD909D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D61BEBC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9DF1B1F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F205298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60D855B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FC1E2B9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C23DE59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715E203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C5671" w14:paraId="4F5460A5" w14:textId="77777777">
        <w:trPr>
          <w:divId w:val="72804308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B618C25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20240147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84A4A7E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Юрисконсульт I категории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518C8EC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2E0D708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6A62AD0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FC576C1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569BA6F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421F284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56182A7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8DE0C32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986B799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03E55D4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26F796A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991915A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0820C3A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81BE170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0A473C2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FF9ACCB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866E75A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EC62810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2FBA269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A92839D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1D00657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48FE516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C5671" w14:paraId="08E77353" w14:textId="77777777">
        <w:trPr>
          <w:divId w:val="72804308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30C8A42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20240146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320EA88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Юрисконсульт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0D23441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B2B7B13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E1D8375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D490D92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69A93B9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321F973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96B7111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9DD6D2C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EB21336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09803D8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2D82772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96E202D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0D51713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9E2D446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DF646E3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C0A666A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607E0E6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74BC314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087A2D7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E7F0460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9D78A81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CE9301C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C5671" w14:paraId="577826E9" w14:textId="77777777">
        <w:trPr>
          <w:divId w:val="728043084"/>
        </w:trPr>
        <w:tc>
          <w:tcPr>
            <w:tcW w:w="0" w:type="auto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23FDFC4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Отдел по управлению персоналом</w:t>
            </w:r>
          </w:p>
        </w:tc>
      </w:tr>
      <w:tr w:rsidR="00EC5671" w14:paraId="3C81E2B2" w14:textId="77777777">
        <w:trPr>
          <w:divId w:val="72804308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779A824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20240148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1342B58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отдела по управлению персоналом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96FA6A2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B5882A0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D97EB92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83529C3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A900312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1D28C3A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55A59DF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636A0D2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8C465D6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183C2DE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6D7AFB7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B7CDCFD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036CA1F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0F4FCE6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196E423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4BAF1B9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2D82C56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A29A8D2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B3E685E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4369D16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E354502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CA54CD9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C5671" w14:paraId="16280C9A" w14:textId="77777777">
        <w:trPr>
          <w:divId w:val="72804308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DE2938A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20240149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842FCE8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Заместитель начальника отдела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CED4014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4BFF30A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2DBB42D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19C119E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B5CAA1E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CF74B4B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610429B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8D7FD4A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11CD692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A60A54F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8B2B4B8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ACBDBC6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9BB081B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732D118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38C6508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C0C992E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A5D592B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A32B031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59E4562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3D88490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462587C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BE97487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C5671" w14:paraId="77DC7641" w14:textId="77777777">
        <w:trPr>
          <w:divId w:val="72804308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9783435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20240150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3779AF0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Менеджер по персоналу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E7FC02F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5FC7A21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1E62086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47A9B09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E9A6063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370B80B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6513E10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5C6AAE6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1973782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1395D1B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0B59759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17BF033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ABAA2B7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50121EE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77F88AF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2AB5BDE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2F039A0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4DF9122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FCF8F4D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8B987E3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09F06AD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FCFF450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C5671" w14:paraId="38F8F206" w14:textId="77777777">
        <w:trPr>
          <w:divId w:val="728043084"/>
        </w:trPr>
        <w:tc>
          <w:tcPr>
            <w:tcW w:w="0" w:type="auto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FB1899B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Служба охраны труда</w:t>
            </w:r>
          </w:p>
        </w:tc>
      </w:tr>
      <w:tr w:rsidR="00EC5671" w14:paraId="163BC69B" w14:textId="77777777">
        <w:trPr>
          <w:divId w:val="72804308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169AD8A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20240138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E336D6A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Специалист по охране труда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5F92CA9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3332F3B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DA7AA1F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436503D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2B0FA11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A764A12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70483F5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3472BAA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C62F48C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B4C65E4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CEDBD28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77EA5DC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0ADCC5A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68573F6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8BE60FC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A9B7B5D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9D87421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FEBEB8F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8B8910F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BA1CA90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8E4AF2F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82172BE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C5671" w14:paraId="1ECFC52F" w14:textId="77777777">
        <w:trPr>
          <w:divId w:val="728043084"/>
        </w:trPr>
        <w:tc>
          <w:tcPr>
            <w:tcW w:w="0" w:type="auto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E3EEB26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Информационно-вычислительный центр</w:t>
            </w:r>
          </w:p>
        </w:tc>
      </w:tr>
      <w:tr w:rsidR="00EC5671" w14:paraId="49019E3D" w14:textId="77777777">
        <w:trPr>
          <w:divId w:val="72804308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3CC4E47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20240152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FE3C817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Инженер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0801371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C769DE9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D94AE8B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BF8B522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F499A64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5B4BB48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1818189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0535072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741D9A3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4473334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A844ECC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0CFBA14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C228688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38FCD25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EBDF80E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8E2156B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45C65BD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7B7E285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479E081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2A6AD0D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F498CAF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3A701EC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C5671" w14:paraId="43442D81" w14:textId="77777777">
        <w:trPr>
          <w:divId w:val="72804308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E206C64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20240154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CEB1731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Системный администратор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1E564A2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852464F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7602C07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F85E587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EC355D7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6C1053B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5F2601B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E5DC413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E37E5B0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1739A82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AFB3396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1F6CA78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3C25AA6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21C7236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8566EA2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6DF4812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EDCA0E5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1156089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C253E76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BDA14C6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85BDCF2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7383B34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C5671" w14:paraId="64620DA1" w14:textId="77777777">
        <w:trPr>
          <w:divId w:val="72804308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9929232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20240155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6FF43F4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Техник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9DEE5E5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7265E94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6072C2E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C36C76F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C8DEEA7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C0943ED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A7FAAF9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ECEDE10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129C9DB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B319952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8D3B28F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C760019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5EEAB82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0364769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D5E4EED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606B464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A430F16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9A67FA8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37C2082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BF7D1D9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D3A5BA2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2DA1B9C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C5671" w14:paraId="6CAEC4E3" w14:textId="77777777">
        <w:trPr>
          <w:divId w:val="72804308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0B1D127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20240156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0B17BB7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Техник I категории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3E3FE50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CA00CF1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31D5724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7A4AE88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3C888EC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F39A6B1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1BCAFCA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EB0A9E7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A72F4BB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723A6C3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DC17836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22D5C46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139CD29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1806EAC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722689F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E144EB6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C1C89BC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DDCE788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EAB3E85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A8A66BC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A93FBC9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A2F1E6B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C5671" w14:paraId="59BA7A04" w14:textId="77777777">
        <w:trPr>
          <w:divId w:val="72804308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7C42663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20240157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B01696D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Электромонтер по ремонту и обслуживанию аппаратуры и устройств связи 4-й разряд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0363CAF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BC2E75B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F326979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C051183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97D9E2B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329875A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B3A5638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80A89F8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75BD0F2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86BDCA9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CFD05E6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1D845D7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0FBF131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C60C575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783FF7B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DECF3B0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64D9741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9B07D2B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2BEAB52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7BF3451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D46E4DD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3C6B92A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C5671" w14:paraId="147CF4EE" w14:textId="77777777">
        <w:trPr>
          <w:divId w:val="728043084"/>
        </w:trPr>
        <w:tc>
          <w:tcPr>
            <w:tcW w:w="0" w:type="auto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1E7CBA9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Юридический отдел</w:t>
            </w:r>
          </w:p>
        </w:tc>
      </w:tr>
      <w:tr w:rsidR="00EC5671" w14:paraId="7668A46E" w14:textId="77777777">
        <w:trPr>
          <w:divId w:val="72804308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8CCFC78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20240158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AFE4F4E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Юрисконсульт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935104B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3BEE67C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D9D09B3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C89EC05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2306D68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6E216B5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A8DF51F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3017829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A6B84D4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9D37AE0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11DD69D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0BF2CF6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12CB0BC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A84EE32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8B2BC18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BE6CCF1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0512CDD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533091B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1F11D16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9F5AB63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0BCB900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3120C24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C5671" w14:paraId="70729826" w14:textId="77777777">
        <w:trPr>
          <w:divId w:val="72804308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7790A9F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20240159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9993693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Юрисконсульт I категории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5CF83D0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500974E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2B975E3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FEC4455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6063390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6F50E7A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2393F33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93A8269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4A9CBC9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0FBCF76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752BBDB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BFDA02A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BF662C5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637EE9E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AC9EF13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FE59746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5E93D83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FE97F56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BC701A7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C971D5D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C4E4D62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2FB5EDA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C5671" w14:paraId="03893FA6" w14:textId="77777777">
        <w:trPr>
          <w:divId w:val="728043084"/>
        </w:trPr>
        <w:tc>
          <w:tcPr>
            <w:tcW w:w="0" w:type="auto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743EA87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Отдел материально-технического снабжения</w:t>
            </w:r>
          </w:p>
        </w:tc>
      </w:tr>
      <w:tr w:rsidR="00EC5671" w14:paraId="0FD3FBCB" w14:textId="77777777">
        <w:trPr>
          <w:divId w:val="72804308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35B677F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20240160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49E42B6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Агент по снабжению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6721635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1CAE424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F9F20B5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6B67B3F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1A30245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59AD780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04A1974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5BF235A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0BBED9E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497898A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4841D05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B5A10E6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947175B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757C2B1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CD4E8D3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EF4CF7B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0C859A7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1244FD0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9168081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F4CB992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D77D9C6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9EA628F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C5671" w14:paraId="72233DBF" w14:textId="77777777">
        <w:trPr>
          <w:divId w:val="72804308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26F472E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20240161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20A7E8A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Швея 2-й разряд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7A52AE8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66BD7A7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23D058D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A0AAA91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63E6D4D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3F3C751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A322592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0D84641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40BFAE4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AA4B70D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C0F265F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C3FCA47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63FCF5F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9035797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043FADE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AFC0DA3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2A3EAC7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5728F7D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6F774EC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E4D324A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28F0F55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54C108A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C5671" w14:paraId="4709AEA5" w14:textId="77777777">
        <w:trPr>
          <w:divId w:val="728043084"/>
        </w:trPr>
        <w:tc>
          <w:tcPr>
            <w:tcW w:w="0" w:type="auto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D04AA64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Отдел гражданской обороны и мобилизационной работы</w:t>
            </w:r>
          </w:p>
        </w:tc>
      </w:tr>
      <w:tr w:rsidR="00EC5671" w14:paraId="33D517E3" w14:textId="77777777">
        <w:trPr>
          <w:divId w:val="72804308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97DD47E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20240162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B4DDCD6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специалист гражданской обороны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51DC946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2BF3980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D0DD0BE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60E02C7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28D92DE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C480AD1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2D3C84B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1B7D351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4329DC0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4DA81A0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DABBDC8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09C4F4A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79A951C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0573B19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D830574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674DEAC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C8F5AC7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29A6C85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941F745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2B7DA73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2443316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D68AD81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C5671" w14:paraId="1D7FB575" w14:textId="77777777">
        <w:trPr>
          <w:divId w:val="728043084"/>
        </w:trPr>
        <w:tc>
          <w:tcPr>
            <w:tcW w:w="0" w:type="auto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1023A35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Общебольничный административно-управленческий персонал</w:t>
            </w:r>
          </w:p>
        </w:tc>
      </w:tr>
      <w:tr w:rsidR="00EC5671" w14:paraId="5CF8C724" w14:textId="77777777">
        <w:trPr>
          <w:divId w:val="72804308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76117CE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20240000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2DB0C8E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Аналитик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87D91CE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44F6D2A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61BE296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6D077C7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68FB442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2030CD6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A1044CF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D2C9596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27373E8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2327202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44C91C3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880DA47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242BA1F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4EB196C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A3AF5C4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2F31626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2A5A79E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81C1CE2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98CE4B0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D2E24EE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E4B9500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4A01956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C5671" w14:paraId="4ACD9C53" w14:textId="77777777">
        <w:trPr>
          <w:divId w:val="728043084"/>
        </w:trPr>
        <w:tc>
          <w:tcPr>
            <w:tcW w:w="0" w:type="auto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EFC942F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Хозяйственная часть</w:t>
            </w:r>
          </w:p>
        </w:tc>
      </w:tr>
      <w:tr w:rsidR="00EC5671" w14:paraId="216370F9" w14:textId="77777777">
        <w:trPr>
          <w:divId w:val="728043084"/>
        </w:trPr>
        <w:tc>
          <w:tcPr>
            <w:tcW w:w="0" w:type="auto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CF30068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Хозяйственный отдел № 1</w:t>
            </w:r>
          </w:p>
        </w:tc>
      </w:tr>
      <w:tr w:rsidR="00EC5671" w14:paraId="073897CD" w14:textId="77777777">
        <w:trPr>
          <w:divId w:val="72804308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EF1B61A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20240163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9E405C0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Заведующий хозяйством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BBD456E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71D6D06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EEC2D6A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596F1C2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AC5666F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1F78AB0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0905E06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D73EF15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3A7EFD8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CA8E4A5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6586A1A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8EB5151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69B8384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71138CB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ABC956B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FBD0343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132EF91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A1D596F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2FC9CF1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01D8412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7607B10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B5DC417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C5671" w14:paraId="07CE2970" w14:textId="77777777">
        <w:trPr>
          <w:divId w:val="728043084"/>
        </w:trPr>
        <w:tc>
          <w:tcPr>
            <w:tcW w:w="0" w:type="auto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1244740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Хозяйственный отдел № 2</w:t>
            </w:r>
          </w:p>
        </w:tc>
      </w:tr>
      <w:tr w:rsidR="00EC5671" w14:paraId="64552DAE" w14:textId="77777777">
        <w:trPr>
          <w:divId w:val="72804308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B18503C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20240164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ECAB728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Подсобный рабочий 2-й разряд (оператор утилизатора медотходов)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1E15D91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DCF2398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E956698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48DC709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E197ABC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2866FAB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A769FC7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3DC7906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C1BABF3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CA08223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4AD521B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833A409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028B907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54EE728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F06CA6B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290276A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F44DE5B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0132285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92043E0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5D8B015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4E7E8F2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FE08B83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C5671" w14:paraId="7BA83052" w14:textId="77777777">
        <w:trPr>
          <w:divId w:val="728043084"/>
        </w:trPr>
        <w:tc>
          <w:tcPr>
            <w:tcW w:w="0" w:type="auto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2C64740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Хозяйственный отдел № 5</w:t>
            </w:r>
          </w:p>
        </w:tc>
      </w:tr>
      <w:tr w:rsidR="00EC5671" w14:paraId="4AE52095" w14:textId="77777777">
        <w:trPr>
          <w:divId w:val="72804308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E52C454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20240165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842C52C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Дворник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4931029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8DFD34E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DBA2C15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A39E5D1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A3241A3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50D0BB1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0865A59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D44C207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1D45B24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AB935CB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E516BAF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49D0898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75F77E6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48793BC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03B83B1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637E276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8F79571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D2D0250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2BEB757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98C5D3F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8E20F29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36C4021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C5671" w14:paraId="26B702AD" w14:textId="77777777">
        <w:trPr>
          <w:divId w:val="72804308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31FD1DD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20240166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6C2EE0B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Заведующий хозяйством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F32DEE7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D9E4BFC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CD5FD5B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8655ABB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356AD7F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F4ABAC0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0EB3AE2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B3EAF90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EE221BF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4356EBC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0E5EDAE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FDBD55A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F948674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FF714A6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4E01A51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45E728F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65DCFB0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7F55075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91C50DB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E568574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84A66D7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9582CAE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C5671" w14:paraId="342280A1" w14:textId="77777777">
        <w:trPr>
          <w:divId w:val="72804308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5EE7D2A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20240167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94497B0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Кладовщик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77C1634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E6C8583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44AA40A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E840F56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B4D523F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0592C67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8094C60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7C3DA5C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F9CF34F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32EE928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9B353A4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F9C5F38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CFDBA5D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CE36583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ABA49CE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7AE16EF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CB2CA61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20AD94F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53F7F19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FFB9BED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299B5A1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DD9B5DB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C5671" w14:paraId="65F11D90" w14:textId="77777777">
        <w:trPr>
          <w:divId w:val="72804308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AAD73CF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20240168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B40A570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Подсобный рабочий 2-й разряд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A17A057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76EFD99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803C82C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42327E9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3BEED02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E975DFC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FFD7AEB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A615248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29E3D84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BAAD4FC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3B98DD5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082E665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8CD6524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AADF59D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EB45DAE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87AA74A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4709BE0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F18999E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DCA39E9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21C6EB1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7CF6E57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BC8EB20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C5671" w14:paraId="31259372" w14:textId="77777777">
        <w:trPr>
          <w:divId w:val="72804308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E080FBA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20240169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6503A6C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Слесарь-сантехник 5-й разряд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EDE11C9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85D099C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4468B5A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15CC1E7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E879C54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384FB16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FA15A27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C0C57DE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093C759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0538A29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FE7FECB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226788E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8EBAC03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432D36B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CE59208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E1FEE6F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A0AF4A4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157E2A9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39F583F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3091D1D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FAEAC2A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B0F9DCD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C5671" w14:paraId="4FB6134F" w14:textId="77777777">
        <w:trPr>
          <w:divId w:val="72804308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9964B51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20240170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5D4202A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Уборщик служебных помещений 1-й разряд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5E2DEE0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B8CF544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9AA0CE4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BBD62D6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B85AE0B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272B10A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4FEACB1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933D6E4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4C7EBCD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4AE04CC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2FABA1B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7C2A043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08AE6F6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BCB1CD3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A1D79A3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7D0116C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4392057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E9AAE14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F151480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6C0472C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9772034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A1B2DBB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C5671" w14:paraId="4C047D01" w14:textId="77777777">
        <w:trPr>
          <w:divId w:val="728043084"/>
        </w:trPr>
        <w:tc>
          <w:tcPr>
            <w:tcW w:w="0" w:type="auto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70F9644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Кислородно-газификационная служба</w:t>
            </w:r>
          </w:p>
        </w:tc>
      </w:tr>
      <w:tr w:rsidR="00EC5671" w14:paraId="29F7C9F5" w14:textId="77777777">
        <w:trPr>
          <w:divId w:val="72804308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33C6215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20240171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E8BADDA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Аппаратчик воздухоразделения 5-й разряд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F993F16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516265A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DCA322C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0F395E7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BCAA98A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8D6FF41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B0B3E93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96C5EB3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D79D5EF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6113B05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E11F8C6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281821F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D69AFF6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A903BE5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A569DA1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7E9F060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4B73FE8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51B877C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C29A8F1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542F9FF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57D7A50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9CA1E44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C5671" w14:paraId="2D250352" w14:textId="77777777">
        <w:trPr>
          <w:divId w:val="728043084"/>
        </w:trPr>
        <w:tc>
          <w:tcPr>
            <w:tcW w:w="0" w:type="auto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20B78C6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Гараж</w:t>
            </w:r>
          </w:p>
        </w:tc>
      </w:tr>
      <w:tr w:rsidR="00EC5671" w14:paraId="69247B6F" w14:textId="77777777">
        <w:trPr>
          <w:divId w:val="72804308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FFD2DE3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20240172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ED65A26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гаража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04D20DE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9F2E646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678EE8F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864C9B3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D9ACB7E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67D772A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65170A8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D5BB42D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21BDF58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253E0E6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6E7BEA7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38A0A79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1C09CE5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54FEE55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677175C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1C7EE26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E081DD1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86CB7FD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DDB2F50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CB2F811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8E35C26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552EB94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C5671" w14:paraId="780A1275" w14:textId="77777777">
        <w:trPr>
          <w:divId w:val="72804308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7A03607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20240173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845892E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Диспетчер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EAC6CFF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7DE50D2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6CF6E7E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ECEA851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91C35BE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A469FDA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26F4243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14DFCE7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7EBE770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01A6C08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0AF5F87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2F071BF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D486C99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E7B1CF9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41362D0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6C27DAF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E5C7E4A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D659CF3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E42D55E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5004EBD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7D98F77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06183CC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C5671" w14:paraId="4286D145" w14:textId="77777777">
        <w:trPr>
          <w:divId w:val="72804308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572FB2E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20240174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71AE41D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Механик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DADDC30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1E50B5C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AF18DE2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FDCD930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684E839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3CD87C3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EDDE807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21B4A7B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C0526EE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CB32E8F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10E0355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1A2B67C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A3F8E62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3462F8D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69B07EB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48B9818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A567C67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2EF5148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20E3D80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75A4B90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E11BB04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9404AEA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C5671" w14:paraId="78F1B843" w14:textId="77777777">
        <w:trPr>
          <w:divId w:val="72804308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9170AE0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20240175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408FFCE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Водитель автомобиля Toyota Camry Е496УО 159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84A3FCD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37E7DA2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6A66160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7F2A28C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252CCAB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D82A6F9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84C52AF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30CCE33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D4F776E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CA5AF4B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B42C5A9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BA5B026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E636DC8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777728A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C71ECA7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9909850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B300024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B823F11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EBA4EC8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C6D462B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729AEAC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51EC82A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C5671" w14:paraId="4B414ED9" w14:textId="77777777">
        <w:trPr>
          <w:divId w:val="72804308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C36EDB4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20240176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24A0CE7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Водитель автомобиля Toyota Camry М782ХТ 159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DDDACCB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C3ACE65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70CF30C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6D50507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52EA625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9A8DA05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DC0BFF7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69151E0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FFEF4FC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30955FE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834C139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AE57A47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090D614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F718067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057BFAC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160CB34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96059B1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05DAE52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4F56384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4F7B617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E1162DB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C0A1E83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C5671" w14:paraId="37481F64" w14:textId="77777777">
        <w:trPr>
          <w:divId w:val="72804308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37AAAB5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20240177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3F3AD5C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Водитель автомобиля Toyota Camry М785ХТ 159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64E6077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7D777FE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0231F0C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E6AC5AF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12E9880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39D3CBF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230217C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B81716E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FE96B91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8D07503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025DE09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7C3F979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446A10D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49D4093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FC2FA80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610FC0F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4A29327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BF438DB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335DC70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45674FA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3D26ED1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AF22A27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C5671" w14:paraId="5F04A7A1" w14:textId="77777777">
        <w:trPr>
          <w:divId w:val="72804308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4E917AB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20240178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D3DDAE1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Водитель автомобиля Ford Transit Е809ХХ 159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902C8D3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ADF0D62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A11546D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5E09BC2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4C44A3A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9606A5D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2DD3CB7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C6F0489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A0DBD41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C225D60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D6501E5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70675BF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DE00C21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73E55D6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D6FB25B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11A2F10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48C6921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9A9FB8B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923D459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E960D70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D8E3085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2E825F3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C5671" w14:paraId="4DB20CA3" w14:textId="77777777">
        <w:trPr>
          <w:divId w:val="72804308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09FA8D9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20240179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81D731D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Водитель автомобиля Mercedes-Benz Sprinter К328ОУ 159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CD5D0B0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1B3CFC5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A369E9F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C6FFC86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F377473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D7B3C76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BCB6F27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67427C6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126B377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4BFC294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B98ACC3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B289E91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057DF8A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6279A2E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852C9E0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B17772F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E4413A0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4B1BAE3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15B8788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F6B49EA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1FF8A3A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3667C0E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C5671" w14:paraId="3350474C" w14:textId="77777777">
        <w:trPr>
          <w:divId w:val="72804308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29BBB1B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20240180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B65D83E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Водитель автомобиля Mercedes-Benz Sprinter К865ОР 159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D25AFC5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9D4EC1C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872DC51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97AE9B7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B64E699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8EF629C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2A6CB26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3CC276D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A116A65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92B90D1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75F5998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FFD1AD9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BFBCF9F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658E9F7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C149573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CB64C20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89317F5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E0ACB8C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F2FA6E1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221EA98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A318F6E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A582A01" w14:textId="77777777" w:rsidR="00EC5671" w:rsidRDefault="00EC5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</w:tbl>
    <w:p w14:paraId="27B090CF" w14:textId="29CC0DC5" w:rsidR="0065289A" w:rsidRDefault="00EC5671" w:rsidP="00EC5671">
      <w:pPr>
        <w:jc w:val="right"/>
        <w:rPr>
          <w:sz w:val="18"/>
          <w:szCs w:val="18"/>
          <w:lang w:val="en-US"/>
        </w:rPr>
      </w:pPr>
      <w:r>
        <w:fldChar w:fldCharType="end"/>
      </w:r>
    </w:p>
    <w:p w14:paraId="3BB024B3" w14:textId="5CF0A3CA" w:rsidR="00936F48" w:rsidRPr="00FD5E7D" w:rsidRDefault="00936F48" w:rsidP="00936F48">
      <w:pPr>
        <w:rPr>
          <w:lang w:val="en-US"/>
        </w:rPr>
      </w:pPr>
      <w:r w:rsidRPr="00DB70BA">
        <w:t>Дата составления:</w:t>
      </w:r>
      <w:r w:rsidRPr="00883461">
        <w:rPr>
          <w:rStyle w:val="a9"/>
        </w:rPr>
        <w:t xml:space="preserve"> </w:t>
      </w:r>
      <w:r w:rsidRPr="00883461">
        <w:rPr>
          <w:rStyle w:val="a9"/>
        </w:rPr>
        <w:fldChar w:fldCharType="begin"/>
      </w:r>
      <w:r w:rsidRPr="00883461">
        <w:rPr>
          <w:rStyle w:val="a9"/>
        </w:rPr>
        <w:instrText xml:space="preserve"> DOCVARIABLE </w:instrText>
      </w:r>
      <w:r>
        <w:rPr>
          <w:rStyle w:val="a9"/>
          <w:lang w:val="en-US"/>
        </w:rPr>
        <w:instrText>fill_date</w:instrText>
      </w:r>
      <w:r w:rsidRPr="00883461">
        <w:rPr>
          <w:rStyle w:val="a9"/>
        </w:rPr>
        <w:instrText xml:space="preserve"> \* MERGEFORMAT </w:instrText>
      </w:r>
      <w:r>
        <w:rPr>
          <w:rStyle w:val="a9"/>
        </w:rPr>
        <w:fldChar w:fldCharType="separate"/>
      </w:r>
      <w:r w:rsidR="00EC5671">
        <w:rPr>
          <w:rStyle w:val="a9"/>
        </w:rPr>
        <w:t>23.12.2024</w:t>
      </w:r>
      <w:r w:rsidRPr="00883461">
        <w:rPr>
          <w:rStyle w:val="a9"/>
        </w:rPr>
        <w:fldChar w:fldCharType="end"/>
      </w:r>
      <w:r>
        <w:rPr>
          <w:rStyle w:val="a9"/>
          <w:lang w:val="en-US"/>
        </w:rPr>
        <w:t> </w:t>
      </w:r>
    </w:p>
    <w:p w14:paraId="6F7CB626" w14:textId="77777777" w:rsidR="004654AF" w:rsidRDefault="004654AF" w:rsidP="009D6532"/>
    <w:p w14:paraId="1E64C8D1" w14:textId="77777777" w:rsidR="009D6532" w:rsidRPr="003C5C39" w:rsidRDefault="009D6532" w:rsidP="009D6532">
      <w:r w:rsidRPr="003C5C39">
        <w:t>Председатель комиссии по проведению специальной оценки условий труда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673"/>
        <w:gridCol w:w="283"/>
        <w:gridCol w:w="1842"/>
        <w:gridCol w:w="284"/>
        <w:gridCol w:w="3260"/>
        <w:gridCol w:w="284"/>
        <w:gridCol w:w="1649"/>
      </w:tblGrid>
      <w:tr w:rsidR="009D6532" w:rsidRPr="004E51DC" w14:paraId="4DC7053D" w14:textId="77777777" w:rsidTr="003F4B55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vAlign w:val="bottom"/>
          </w:tcPr>
          <w:p w14:paraId="1B78BAE4" w14:textId="77777777" w:rsidR="009D6532" w:rsidRPr="004E51DC" w:rsidRDefault="00EC5671" w:rsidP="009D6532">
            <w:pPr>
              <w:pStyle w:val="aa"/>
            </w:pPr>
            <w:r>
              <w:t>Заместитель главного врача по медицинской части</w:t>
            </w:r>
          </w:p>
        </w:tc>
        <w:tc>
          <w:tcPr>
            <w:tcW w:w="283" w:type="dxa"/>
            <w:vAlign w:val="bottom"/>
          </w:tcPr>
          <w:p w14:paraId="01A682D1" w14:textId="77777777" w:rsidR="009D6532" w:rsidRPr="004E51DC" w:rsidRDefault="009D6532" w:rsidP="009D6532">
            <w:pPr>
              <w:pStyle w:val="aa"/>
            </w:pPr>
            <w:bookmarkStart w:id="6" w:name="com_pred"/>
            <w:bookmarkEnd w:id="6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14:paraId="6BF53210" w14:textId="77777777" w:rsidR="009D6532" w:rsidRPr="004E51DC" w:rsidRDefault="009D6532" w:rsidP="009D6532">
            <w:pPr>
              <w:pStyle w:val="aa"/>
            </w:pPr>
          </w:p>
        </w:tc>
        <w:tc>
          <w:tcPr>
            <w:tcW w:w="284" w:type="dxa"/>
            <w:vAlign w:val="bottom"/>
          </w:tcPr>
          <w:p w14:paraId="388E7B1D" w14:textId="77777777" w:rsidR="009D6532" w:rsidRPr="004E51DC" w:rsidRDefault="009D6532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14:paraId="4D15CABF" w14:textId="77777777" w:rsidR="009D6532" w:rsidRPr="004E51DC" w:rsidRDefault="00EC5671" w:rsidP="009D6532">
            <w:pPr>
              <w:pStyle w:val="aa"/>
            </w:pPr>
            <w:r>
              <w:t>Балакирева В.В.</w:t>
            </w:r>
          </w:p>
        </w:tc>
        <w:tc>
          <w:tcPr>
            <w:tcW w:w="284" w:type="dxa"/>
            <w:vAlign w:val="bottom"/>
          </w:tcPr>
          <w:p w14:paraId="580FD89A" w14:textId="77777777" w:rsidR="009D6532" w:rsidRPr="004E51DC" w:rsidRDefault="009D6532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14:paraId="72F57644" w14:textId="77777777" w:rsidR="009D6532" w:rsidRPr="004E51DC" w:rsidRDefault="009D6532" w:rsidP="009D6532">
            <w:pPr>
              <w:pStyle w:val="aa"/>
            </w:pPr>
          </w:p>
        </w:tc>
      </w:tr>
      <w:tr w:rsidR="009D6532" w:rsidRPr="000905BE" w14:paraId="696749A0" w14:textId="77777777" w:rsidTr="003F4B55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  <w:vAlign w:val="bottom"/>
          </w:tcPr>
          <w:p w14:paraId="6720DCC9" w14:textId="77777777" w:rsidR="009D6532" w:rsidRPr="000905BE" w:rsidRDefault="009D6532" w:rsidP="009D6532">
            <w:pPr>
              <w:pStyle w:val="aa"/>
              <w:rPr>
                <w:vertAlign w:val="superscript"/>
              </w:rPr>
            </w:pPr>
            <w:bookmarkStart w:id="7" w:name="s070_1"/>
            <w:bookmarkEnd w:id="7"/>
            <w:r w:rsidRPr="000905BE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14:paraId="72C2ECE0" w14:textId="77777777"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14:paraId="3B062FC2" w14:textId="77777777" w:rsidR="009D6532" w:rsidRPr="000905BE" w:rsidRDefault="009D6532" w:rsidP="009D6532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14:paraId="7762EBFB" w14:textId="77777777"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14:paraId="2903F977" w14:textId="77777777" w:rsidR="009D6532" w:rsidRPr="000905BE" w:rsidRDefault="00EC5671" w:rsidP="009D6532">
            <w:pPr>
              <w:pStyle w:val="aa"/>
              <w:rPr>
                <w:vertAlign w:val="superscript"/>
              </w:rPr>
            </w:pPr>
            <w:r>
              <w:rPr>
                <w:vertAlign w:val="superscript"/>
              </w:rPr>
              <w:t>(фамилия, имя, отчество (при наличии)</w:t>
            </w:r>
          </w:p>
        </w:tc>
        <w:tc>
          <w:tcPr>
            <w:tcW w:w="284" w:type="dxa"/>
            <w:vAlign w:val="bottom"/>
          </w:tcPr>
          <w:p w14:paraId="188618AF" w14:textId="77777777"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14:paraId="6B6DABDE" w14:textId="77777777" w:rsidR="009D6532" w:rsidRPr="000905BE" w:rsidRDefault="009D6532" w:rsidP="009D6532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(дата)</w:t>
            </w:r>
          </w:p>
        </w:tc>
      </w:tr>
    </w:tbl>
    <w:p w14:paraId="6A1DFF2D" w14:textId="77777777" w:rsidR="009D6532" w:rsidRPr="00642E12" w:rsidRDefault="009D6532" w:rsidP="009D6532">
      <w:r w:rsidRPr="003C5C39">
        <w:t>Члены комиссии по проведению специальной оценки условий труда: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673"/>
        <w:gridCol w:w="283"/>
        <w:gridCol w:w="1842"/>
        <w:gridCol w:w="284"/>
        <w:gridCol w:w="3260"/>
        <w:gridCol w:w="284"/>
        <w:gridCol w:w="1649"/>
      </w:tblGrid>
      <w:tr w:rsidR="009D6532" w:rsidRPr="004E51DC" w14:paraId="66EB4993" w14:textId="77777777" w:rsidTr="00EC5671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vAlign w:val="bottom"/>
          </w:tcPr>
          <w:p w14:paraId="1BD341C8" w14:textId="77777777" w:rsidR="009D6532" w:rsidRPr="004E51DC" w:rsidRDefault="00EC5671" w:rsidP="009D6532">
            <w:pPr>
              <w:pStyle w:val="aa"/>
            </w:pPr>
            <w:r>
              <w:t>Начальник отдела по управлению персоналом</w:t>
            </w:r>
          </w:p>
        </w:tc>
        <w:tc>
          <w:tcPr>
            <w:tcW w:w="283" w:type="dxa"/>
            <w:vAlign w:val="bottom"/>
          </w:tcPr>
          <w:p w14:paraId="128F66BB" w14:textId="77777777" w:rsidR="009D6532" w:rsidRPr="004E51DC" w:rsidRDefault="009D6532" w:rsidP="009D6532">
            <w:pPr>
              <w:pStyle w:val="aa"/>
            </w:pPr>
            <w:bookmarkStart w:id="8" w:name="com_chlens"/>
            <w:bookmarkEnd w:id="8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14:paraId="2264DBF1" w14:textId="77777777" w:rsidR="009D6532" w:rsidRPr="004E51DC" w:rsidRDefault="009D6532" w:rsidP="009D6532">
            <w:pPr>
              <w:pStyle w:val="aa"/>
            </w:pPr>
          </w:p>
        </w:tc>
        <w:tc>
          <w:tcPr>
            <w:tcW w:w="284" w:type="dxa"/>
            <w:vAlign w:val="bottom"/>
          </w:tcPr>
          <w:p w14:paraId="12567562" w14:textId="77777777" w:rsidR="009D6532" w:rsidRPr="004E51DC" w:rsidRDefault="009D6532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14:paraId="19E1F95C" w14:textId="77777777" w:rsidR="009D6532" w:rsidRPr="004E51DC" w:rsidRDefault="00EC5671" w:rsidP="009D6532">
            <w:pPr>
              <w:pStyle w:val="aa"/>
            </w:pPr>
            <w:r>
              <w:t>Гашков М.Г.</w:t>
            </w:r>
          </w:p>
        </w:tc>
        <w:tc>
          <w:tcPr>
            <w:tcW w:w="284" w:type="dxa"/>
            <w:vAlign w:val="bottom"/>
          </w:tcPr>
          <w:p w14:paraId="0D280036" w14:textId="77777777" w:rsidR="009D6532" w:rsidRPr="004E51DC" w:rsidRDefault="009D6532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14:paraId="529CDD86" w14:textId="77777777" w:rsidR="009D6532" w:rsidRPr="004E51DC" w:rsidRDefault="009D6532" w:rsidP="009D6532">
            <w:pPr>
              <w:pStyle w:val="aa"/>
            </w:pPr>
          </w:p>
        </w:tc>
      </w:tr>
      <w:tr w:rsidR="009D6532" w:rsidRPr="000905BE" w14:paraId="074EC22A" w14:textId="77777777" w:rsidTr="00EC5671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  <w:vAlign w:val="bottom"/>
          </w:tcPr>
          <w:p w14:paraId="6B727BD2" w14:textId="77777777" w:rsidR="009D6532" w:rsidRPr="000905BE" w:rsidRDefault="009D6532" w:rsidP="009D6532">
            <w:pPr>
              <w:pStyle w:val="aa"/>
              <w:rPr>
                <w:vertAlign w:val="superscript"/>
              </w:rPr>
            </w:pPr>
            <w:bookmarkStart w:id="9" w:name="s070_2"/>
            <w:bookmarkEnd w:id="9"/>
            <w:r w:rsidRPr="000905BE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14:paraId="220504F4" w14:textId="77777777"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14:paraId="359BBA37" w14:textId="77777777" w:rsidR="009D6532" w:rsidRPr="000905BE" w:rsidRDefault="009D6532" w:rsidP="009D6532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14:paraId="3243A4F3" w14:textId="77777777"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14:paraId="681BD75D" w14:textId="77777777" w:rsidR="009D6532" w:rsidRPr="000905BE" w:rsidRDefault="00EC5671" w:rsidP="009D6532">
            <w:pPr>
              <w:pStyle w:val="aa"/>
              <w:rPr>
                <w:vertAlign w:val="superscript"/>
              </w:rPr>
            </w:pPr>
            <w:r>
              <w:rPr>
                <w:vertAlign w:val="superscript"/>
              </w:rPr>
              <w:t>(фамилия, имя, отчество (при наличии)</w:t>
            </w:r>
          </w:p>
        </w:tc>
        <w:tc>
          <w:tcPr>
            <w:tcW w:w="284" w:type="dxa"/>
            <w:vAlign w:val="bottom"/>
          </w:tcPr>
          <w:p w14:paraId="0F2209DE" w14:textId="77777777"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14:paraId="27E13F86" w14:textId="77777777" w:rsidR="009D6532" w:rsidRPr="000905BE" w:rsidRDefault="009D6532" w:rsidP="009D6532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(дата)</w:t>
            </w:r>
          </w:p>
        </w:tc>
      </w:tr>
      <w:tr w:rsidR="00EC5671" w:rsidRPr="00EC5671" w14:paraId="773DBC83" w14:textId="77777777" w:rsidTr="00EC5671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37B677F" w14:textId="77777777" w:rsidR="00EC5671" w:rsidRPr="00EC5671" w:rsidRDefault="00EC5671" w:rsidP="009D6532">
            <w:pPr>
              <w:pStyle w:val="aa"/>
            </w:pPr>
            <w:r>
              <w:t>Начальник планово-экономического отдела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603E73B6" w14:textId="77777777" w:rsidR="00EC5671" w:rsidRPr="00EC5671" w:rsidRDefault="00EC5671" w:rsidP="009D6532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6EA01A1" w14:textId="77777777" w:rsidR="00EC5671" w:rsidRPr="00EC5671" w:rsidRDefault="00EC5671" w:rsidP="009D6532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14:paraId="6A4D68A2" w14:textId="77777777" w:rsidR="00EC5671" w:rsidRPr="00EC5671" w:rsidRDefault="00EC5671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6B40550" w14:textId="77777777" w:rsidR="00EC5671" w:rsidRPr="00EC5671" w:rsidRDefault="00EC5671" w:rsidP="009D6532">
            <w:pPr>
              <w:pStyle w:val="aa"/>
            </w:pPr>
            <w:r>
              <w:t>Сарапулова М.А.</w:t>
            </w:r>
          </w:p>
        </w:tc>
        <w:tc>
          <w:tcPr>
            <w:tcW w:w="284" w:type="dxa"/>
            <w:shd w:val="clear" w:color="auto" w:fill="auto"/>
            <w:vAlign w:val="bottom"/>
          </w:tcPr>
          <w:p w14:paraId="333CAE92" w14:textId="77777777" w:rsidR="00EC5671" w:rsidRPr="00EC5671" w:rsidRDefault="00EC5671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A01EF15" w14:textId="77777777" w:rsidR="00EC5671" w:rsidRPr="00EC5671" w:rsidRDefault="00EC5671" w:rsidP="009D6532">
            <w:pPr>
              <w:pStyle w:val="aa"/>
            </w:pPr>
          </w:p>
        </w:tc>
      </w:tr>
      <w:tr w:rsidR="00EC5671" w:rsidRPr="00EC5671" w14:paraId="3E87F311" w14:textId="77777777" w:rsidTr="00EC5671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14:paraId="1675DD29" w14:textId="77777777" w:rsidR="00EC5671" w:rsidRPr="00EC5671" w:rsidRDefault="00EC5671" w:rsidP="009D6532">
            <w:pPr>
              <w:pStyle w:val="aa"/>
              <w:rPr>
                <w:vertAlign w:val="superscript"/>
              </w:rPr>
            </w:pPr>
            <w:r w:rsidRPr="00EC5671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14:paraId="42B23334" w14:textId="77777777" w:rsidR="00EC5671" w:rsidRPr="00EC5671" w:rsidRDefault="00EC5671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14:paraId="49632C67" w14:textId="77777777" w:rsidR="00EC5671" w:rsidRPr="00EC5671" w:rsidRDefault="00EC5671" w:rsidP="009D6532">
            <w:pPr>
              <w:pStyle w:val="aa"/>
              <w:rPr>
                <w:vertAlign w:val="superscript"/>
              </w:rPr>
            </w:pPr>
            <w:r w:rsidRPr="00EC5671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14:paraId="7CAB5570" w14:textId="77777777" w:rsidR="00EC5671" w:rsidRPr="00EC5671" w:rsidRDefault="00EC5671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14:paraId="53F9AAB7" w14:textId="77777777" w:rsidR="00EC5671" w:rsidRPr="00EC5671" w:rsidRDefault="00EC5671" w:rsidP="009D6532">
            <w:pPr>
              <w:pStyle w:val="aa"/>
              <w:rPr>
                <w:vertAlign w:val="superscript"/>
              </w:rPr>
            </w:pPr>
            <w:r w:rsidRPr="00EC5671">
              <w:rPr>
                <w:vertAlign w:val="superscript"/>
              </w:rPr>
              <w:t>(фамилия, имя, отчество (при наличии)</w:t>
            </w:r>
          </w:p>
        </w:tc>
        <w:tc>
          <w:tcPr>
            <w:tcW w:w="284" w:type="dxa"/>
          </w:tcPr>
          <w:p w14:paraId="2C17003B" w14:textId="77777777" w:rsidR="00EC5671" w:rsidRPr="00EC5671" w:rsidRDefault="00EC5671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14:paraId="0970916F" w14:textId="77777777" w:rsidR="00EC5671" w:rsidRPr="00EC5671" w:rsidRDefault="00EC5671" w:rsidP="009D6532">
            <w:pPr>
              <w:pStyle w:val="aa"/>
              <w:rPr>
                <w:vertAlign w:val="superscript"/>
              </w:rPr>
            </w:pPr>
            <w:r w:rsidRPr="00EC5671">
              <w:rPr>
                <w:vertAlign w:val="superscript"/>
              </w:rPr>
              <w:t>(дата)</w:t>
            </w:r>
          </w:p>
        </w:tc>
      </w:tr>
      <w:tr w:rsidR="00EC5671" w:rsidRPr="00EC5671" w14:paraId="2D506090" w14:textId="77777777" w:rsidTr="00EC5671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0849F4F" w14:textId="77777777" w:rsidR="00EC5671" w:rsidRPr="00EC5671" w:rsidRDefault="00EC5671" w:rsidP="009D6532">
            <w:pPr>
              <w:pStyle w:val="aa"/>
            </w:pPr>
            <w:r>
              <w:t>Заведующая эпидемиологическим отделом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7AE03BCA" w14:textId="77777777" w:rsidR="00EC5671" w:rsidRPr="00EC5671" w:rsidRDefault="00EC5671" w:rsidP="009D6532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762A707" w14:textId="77777777" w:rsidR="00EC5671" w:rsidRPr="00EC5671" w:rsidRDefault="00EC5671" w:rsidP="009D6532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14:paraId="6EAE731C" w14:textId="77777777" w:rsidR="00EC5671" w:rsidRPr="00EC5671" w:rsidRDefault="00EC5671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582E286" w14:textId="77777777" w:rsidR="00EC5671" w:rsidRPr="00EC5671" w:rsidRDefault="00EC5671" w:rsidP="009D6532">
            <w:pPr>
              <w:pStyle w:val="aa"/>
            </w:pPr>
            <w:r>
              <w:t>Зуева Н.Г.</w:t>
            </w:r>
          </w:p>
        </w:tc>
        <w:tc>
          <w:tcPr>
            <w:tcW w:w="284" w:type="dxa"/>
            <w:shd w:val="clear" w:color="auto" w:fill="auto"/>
            <w:vAlign w:val="bottom"/>
          </w:tcPr>
          <w:p w14:paraId="7938F123" w14:textId="77777777" w:rsidR="00EC5671" w:rsidRPr="00EC5671" w:rsidRDefault="00EC5671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887D057" w14:textId="77777777" w:rsidR="00EC5671" w:rsidRPr="00EC5671" w:rsidRDefault="00EC5671" w:rsidP="009D6532">
            <w:pPr>
              <w:pStyle w:val="aa"/>
            </w:pPr>
          </w:p>
        </w:tc>
      </w:tr>
      <w:tr w:rsidR="00EC5671" w:rsidRPr="00EC5671" w14:paraId="0CA75CB8" w14:textId="77777777" w:rsidTr="00EC5671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14:paraId="7F954EAC" w14:textId="77777777" w:rsidR="00EC5671" w:rsidRPr="00EC5671" w:rsidRDefault="00EC5671" w:rsidP="009D6532">
            <w:pPr>
              <w:pStyle w:val="aa"/>
              <w:rPr>
                <w:vertAlign w:val="superscript"/>
              </w:rPr>
            </w:pPr>
            <w:r w:rsidRPr="00EC5671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14:paraId="1DF81EF0" w14:textId="77777777" w:rsidR="00EC5671" w:rsidRPr="00EC5671" w:rsidRDefault="00EC5671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14:paraId="52C799CE" w14:textId="77777777" w:rsidR="00EC5671" w:rsidRPr="00EC5671" w:rsidRDefault="00EC5671" w:rsidP="009D6532">
            <w:pPr>
              <w:pStyle w:val="aa"/>
              <w:rPr>
                <w:vertAlign w:val="superscript"/>
              </w:rPr>
            </w:pPr>
            <w:r w:rsidRPr="00EC5671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14:paraId="4E644BA7" w14:textId="77777777" w:rsidR="00EC5671" w:rsidRPr="00EC5671" w:rsidRDefault="00EC5671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14:paraId="78B71B02" w14:textId="77777777" w:rsidR="00EC5671" w:rsidRPr="00EC5671" w:rsidRDefault="00EC5671" w:rsidP="009D6532">
            <w:pPr>
              <w:pStyle w:val="aa"/>
              <w:rPr>
                <w:vertAlign w:val="superscript"/>
              </w:rPr>
            </w:pPr>
            <w:r w:rsidRPr="00EC5671">
              <w:rPr>
                <w:vertAlign w:val="superscript"/>
              </w:rPr>
              <w:t>(фамилия, имя, отчество (при наличии)</w:t>
            </w:r>
          </w:p>
        </w:tc>
        <w:tc>
          <w:tcPr>
            <w:tcW w:w="284" w:type="dxa"/>
          </w:tcPr>
          <w:p w14:paraId="239417A9" w14:textId="77777777" w:rsidR="00EC5671" w:rsidRPr="00EC5671" w:rsidRDefault="00EC5671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14:paraId="035C72A9" w14:textId="77777777" w:rsidR="00EC5671" w:rsidRPr="00EC5671" w:rsidRDefault="00EC5671" w:rsidP="009D6532">
            <w:pPr>
              <w:pStyle w:val="aa"/>
              <w:rPr>
                <w:vertAlign w:val="superscript"/>
              </w:rPr>
            </w:pPr>
            <w:r w:rsidRPr="00EC5671">
              <w:rPr>
                <w:vertAlign w:val="superscript"/>
              </w:rPr>
              <w:t>(дата)</w:t>
            </w:r>
          </w:p>
        </w:tc>
      </w:tr>
      <w:tr w:rsidR="00EC5671" w:rsidRPr="00EC5671" w14:paraId="4F7E7121" w14:textId="77777777" w:rsidTr="00EC5671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B9CAF7A" w14:textId="77777777" w:rsidR="00EC5671" w:rsidRPr="00EC5671" w:rsidRDefault="00EC5671" w:rsidP="009D6532">
            <w:pPr>
              <w:pStyle w:val="aa"/>
            </w:pPr>
            <w:r>
              <w:t>Юрисконсульт I категории, юротдел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15048A61" w14:textId="77777777" w:rsidR="00EC5671" w:rsidRPr="00EC5671" w:rsidRDefault="00EC5671" w:rsidP="009D6532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A3D6169" w14:textId="77777777" w:rsidR="00EC5671" w:rsidRPr="00EC5671" w:rsidRDefault="00EC5671" w:rsidP="009D6532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14:paraId="4FCEDF7F" w14:textId="77777777" w:rsidR="00EC5671" w:rsidRPr="00EC5671" w:rsidRDefault="00EC5671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E60E99F" w14:textId="77777777" w:rsidR="00EC5671" w:rsidRPr="00EC5671" w:rsidRDefault="00EC5671" w:rsidP="009D6532">
            <w:pPr>
              <w:pStyle w:val="aa"/>
            </w:pPr>
            <w:r>
              <w:t>Зименков Д.М.</w:t>
            </w:r>
          </w:p>
        </w:tc>
        <w:tc>
          <w:tcPr>
            <w:tcW w:w="284" w:type="dxa"/>
            <w:shd w:val="clear" w:color="auto" w:fill="auto"/>
            <w:vAlign w:val="bottom"/>
          </w:tcPr>
          <w:p w14:paraId="76EF5479" w14:textId="77777777" w:rsidR="00EC5671" w:rsidRPr="00EC5671" w:rsidRDefault="00EC5671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6888C62" w14:textId="77777777" w:rsidR="00EC5671" w:rsidRPr="00EC5671" w:rsidRDefault="00EC5671" w:rsidP="009D6532">
            <w:pPr>
              <w:pStyle w:val="aa"/>
            </w:pPr>
          </w:p>
        </w:tc>
      </w:tr>
      <w:tr w:rsidR="00EC5671" w:rsidRPr="00EC5671" w14:paraId="5E04F0F3" w14:textId="77777777" w:rsidTr="00EC5671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14:paraId="40C6DD8C" w14:textId="77777777" w:rsidR="00EC5671" w:rsidRPr="00EC5671" w:rsidRDefault="00EC5671" w:rsidP="009D6532">
            <w:pPr>
              <w:pStyle w:val="aa"/>
              <w:rPr>
                <w:vertAlign w:val="superscript"/>
              </w:rPr>
            </w:pPr>
            <w:r w:rsidRPr="00EC5671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14:paraId="282E268B" w14:textId="77777777" w:rsidR="00EC5671" w:rsidRPr="00EC5671" w:rsidRDefault="00EC5671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14:paraId="0D895E71" w14:textId="77777777" w:rsidR="00EC5671" w:rsidRPr="00EC5671" w:rsidRDefault="00EC5671" w:rsidP="009D6532">
            <w:pPr>
              <w:pStyle w:val="aa"/>
              <w:rPr>
                <w:vertAlign w:val="superscript"/>
              </w:rPr>
            </w:pPr>
            <w:r w:rsidRPr="00EC5671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14:paraId="69F8D483" w14:textId="77777777" w:rsidR="00EC5671" w:rsidRPr="00EC5671" w:rsidRDefault="00EC5671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14:paraId="09FDA007" w14:textId="77777777" w:rsidR="00EC5671" w:rsidRPr="00EC5671" w:rsidRDefault="00EC5671" w:rsidP="009D6532">
            <w:pPr>
              <w:pStyle w:val="aa"/>
              <w:rPr>
                <w:vertAlign w:val="superscript"/>
              </w:rPr>
            </w:pPr>
            <w:r w:rsidRPr="00EC5671">
              <w:rPr>
                <w:vertAlign w:val="superscript"/>
              </w:rPr>
              <w:t>(фамилия, имя, отчество (при наличии)</w:t>
            </w:r>
          </w:p>
        </w:tc>
        <w:tc>
          <w:tcPr>
            <w:tcW w:w="284" w:type="dxa"/>
          </w:tcPr>
          <w:p w14:paraId="61F0D860" w14:textId="77777777" w:rsidR="00EC5671" w:rsidRPr="00EC5671" w:rsidRDefault="00EC5671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14:paraId="6FA9BEAD" w14:textId="77777777" w:rsidR="00EC5671" w:rsidRPr="00EC5671" w:rsidRDefault="00EC5671" w:rsidP="009D6532">
            <w:pPr>
              <w:pStyle w:val="aa"/>
              <w:rPr>
                <w:vertAlign w:val="superscript"/>
              </w:rPr>
            </w:pPr>
            <w:r w:rsidRPr="00EC5671">
              <w:rPr>
                <w:vertAlign w:val="superscript"/>
              </w:rPr>
              <w:t>(дата)</w:t>
            </w:r>
          </w:p>
        </w:tc>
      </w:tr>
      <w:tr w:rsidR="00EC5671" w:rsidRPr="00EC5671" w14:paraId="0072BF01" w14:textId="77777777" w:rsidTr="00EC5671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E9C8F16" w14:textId="77777777" w:rsidR="00EC5671" w:rsidRPr="00EC5671" w:rsidRDefault="00EC5671" w:rsidP="009D6532">
            <w:pPr>
              <w:pStyle w:val="aa"/>
            </w:pPr>
            <w:r>
              <w:lastRenderedPageBreak/>
              <w:t>Председатель профкома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572A4603" w14:textId="77777777" w:rsidR="00EC5671" w:rsidRPr="00EC5671" w:rsidRDefault="00EC5671" w:rsidP="009D6532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BCCC738" w14:textId="77777777" w:rsidR="00EC5671" w:rsidRPr="00EC5671" w:rsidRDefault="00EC5671" w:rsidP="009D6532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14:paraId="4A0378EC" w14:textId="77777777" w:rsidR="00EC5671" w:rsidRPr="00EC5671" w:rsidRDefault="00EC5671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242DDD0" w14:textId="77777777" w:rsidR="00EC5671" w:rsidRPr="00EC5671" w:rsidRDefault="00EC5671" w:rsidP="009D6532">
            <w:pPr>
              <w:pStyle w:val="aa"/>
            </w:pPr>
            <w:r>
              <w:t>Вецлер Н.Г.</w:t>
            </w:r>
          </w:p>
        </w:tc>
        <w:tc>
          <w:tcPr>
            <w:tcW w:w="284" w:type="dxa"/>
            <w:shd w:val="clear" w:color="auto" w:fill="auto"/>
            <w:vAlign w:val="bottom"/>
          </w:tcPr>
          <w:p w14:paraId="5A443380" w14:textId="77777777" w:rsidR="00EC5671" w:rsidRPr="00EC5671" w:rsidRDefault="00EC5671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578A586" w14:textId="77777777" w:rsidR="00EC5671" w:rsidRPr="00EC5671" w:rsidRDefault="00EC5671" w:rsidP="009D6532">
            <w:pPr>
              <w:pStyle w:val="aa"/>
            </w:pPr>
          </w:p>
        </w:tc>
      </w:tr>
      <w:tr w:rsidR="00EC5671" w:rsidRPr="00EC5671" w14:paraId="715D57B7" w14:textId="77777777" w:rsidTr="00EC5671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14:paraId="4D163B1D" w14:textId="77777777" w:rsidR="00EC5671" w:rsidRPr="00EC5671" w:rsidRDefault="00EC5671" w:rsidP="009D6532">
            <w:pPr>
              <w:pStyle w:val="aa"/>
              <w:rPr>
                <w:vertAlign w:val="superscript"/>
              </w:rPr>
            </w:pPr>
            <w:r w:rsidRPr="00EC5671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14:paraId="68E6B8C0" w14:textId="77777777" w:rsidR="00EC5671" w:rsidRPr="00EC5671" w:rsidRDefault="00EC5671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14:paraId="764A94A9" w14:textId="77777777" w:rsidR="00EC5671" w:rsidRPr="00EC5671" w:rsidRDefault="00EC5671" w:rsidP="009D6532">
            <w:pPr>
              <w:pStyle w:val="aa"/>
              <w:rPr>
                <w:vertAlign w:val="superscript"/>
              </w:rPr>
            </w:pPr>
            <w:r w:rsidRPr="00EC5671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14:paraId="2635FB5A" w14:textId="77777777" w:rsidR="00EC5671" w:rsidRPr="00EC5671" w:rsidRDefault="00EC5671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14:paraId="7FF86B28" w14:textId="77777777" w:rsidR="00EC5671" w:rsidRPr="00EC5671" w:rsidRDefault="00EC5671" w:rsidP="009D6532">
            <w:pPr>
              <w:pStyle w:val="aa"/>
              <w:rPr>
                <w:vertAlign w:val="superscript"/>
              </w:rPr>
            </w:pPr>
            <w:r w:rsidRPr="00EC5671">
              <w:rPr>
                <w:vertAlign w:val="superscript"/>
              </w:rPr>
              <w:t>(фамилия, имя, отчество (при наличии)</w:t>
            </w:r>
          </w:p>
        </w:tc>
        <w:tc>
          <w:tcPr>
            <w:tcW w:w="284" w:type="dxa"/>
          </w:tcPr>
          <w:p w14:paraId="7833D7F6" w14:textId="77777777" w:rsidR="00EC5671" w:rsidRPr="00EC5671" w:rsidRDefault="00EC5671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14:paraId="77F0F113" w14:textId="77777777" w:rsidR="00EC5671" w:rsidRPr="00EC5671" w:rsidRDefault="00EC5671" w:rsidP="009D6532">
            <w:pPr>
              <w:pStyle w:val="aa"/>
              <w:rPr>
                <w:vertAlign w:val="superscript"/>
              </w:rPr>
            </w:pPr>
            <w:r w:rsidRPr="00EC5671">
              <w:rPr>
                <w:vertAlign w:val="superscript"/>
              </w:rPr>
              <w:t>(дата)</w:t>
            </w:r>
          </w:p>
        </w:tc>
      </w:tr>
      <w:tr w:rsidR="00EC5671" w:rsidRPr="00EC5671" w14:paraId="4CC9D74C" w14:textId="77777777" w:rsidTr="00EC5671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4FB0463" w14:textId="77777777" w:rsidR="00EC5671" w:rsidRPr="00EC5671" w:rsidRDefault="00EC5671" w:rsidP="009D6532">
            <w:pPr>
              <w:pStyle w:val="aa"/>
            </w:pPr>
            <w:r>
              <w:t>Ведущий специалист по охране труда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4CE41C03" w14:textId="77777777" w:rsidR="00EC5671" w:rsidRPr="00EC5671" w:rsidRDefault="00EC5671" w:rsidP="009D6532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61374F5" w14:textId="77777777" w:rsidR="00EC5671" w:rsidRPr="00EC5671" w:rsidRDefault="00EC5671" w:rsidP="009D6532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14:paraId="137ABAFD" w14:textId="77777777" w:rsidR="00EC5671" w:rsidRPr="00EC5671" w:rsidRDefault="00EC5671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6644989" w14:textId="77777777" w:rsidR="00EC5671" w:rsidRPr="00EC5671" w:rsidRDefault="00EC5671" w:rsidP="009D6532">
            <w:pPr>
              <w:pStyle w:val="aa"/>
            </w:pPr>
            <w:r>
              <w:t>Лукин М.Е.</w:t>
            </w:r>
          </w:p>
        </w:tc>
        <w:tc>
          <w:tcPr>
            <w:tcW w:w="284" w:type="dxa"/>
            <w:shd w:val="clear" w:color="auto" w:fill="auto"/>
            <w:vAlign w:val="bottom"/>
          </w:tcPr>
          <w:p w14:paraId="3065ED81" w14:textId="77777777" w:rsidR="00EC5671" w:rsidRPr="00EC5671" w:rsidRDefault="00EC5671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1553472" w14:textId="77777777" w:rsidR="00EC5671" w:rsidRPr="00EC5671" w:rsidRDefault="00EC5671" w:rsidP="009D6532">
            <w:pPr>
              <w:pStyle w:val="aa"/>
            </w:pPr>
          </w:p>
        </w:tc>
      </w:tr>
      <w:tr w:rsidR="00EC5671" w:rsidRPr="00EC5671" w14:paraId="3FCF344B" w14:textId="77777777" w:rsidTr="00EC5671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14:paraId="76556F4C" w14:textId="77777777" w:rsidR="00EC5671" w:rsidRPr="00EC5671" w:rsidRDefault="00EC5671" w:rsidP="009D6532">
            <w:pPr>
              <w:pStyle w:val="aa"/>
              <w:rPr>
                <w:vertAlign w:val="superscript"/>
              </w:rPr>
            </w:pPr>
            <w:r w:rsidRPr="00EC5671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14:paraId="469BBE01" w14:textId="77777777" w:rsidR="00EC5671" w:rsidRPr="00EC5671" w:rsidRDefault="00EC5671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14:paraId="5FD50EE4" w14:textId="77777777" w:rsidR="00EC5671" w:rsidRPr="00EC5671" w:rsidRDefault="00EC5671" w:rsidP="009D6532">
            <w:pPr>
              <w:pStyle w:val="aa"/>
              <w:rPr>
                <w:vertAlign w:val="superscript"/>
              </w:rPr>
            </w:pPr>
            <w:r w:rsidRPr="00EC5671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14:paraId="0BA93B90" w14:textId="77777777" w:rsidR="00EC5671" w:rsidRPr="00EC5671" w:rsidRDefault="00EC5671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14:paraId="765ECB04" w14:textId="77777777" w:rsidR="00EC5671" w:rsidRPr="00EC5671" w:rsidRDefault="00EC5671" w:rsidP="009D6532">
            <w:pPr>
              <w:pStyle w:val="aa"/>
              <w:rPr>
                <w:vertAlign w:val="superscript"/>
              </w:rPr>
            </w:pPr>
            <w:r w:rsidRPr="00EC5671">
              <w:rPr>
                <w:vertAlign w:val="superscript"/>
              </w:rPr>
              <w:t>(фамилия, имя, отчество (при наличии)</w:t>
            </w:r>
          </w:p>
        </w:tc>
        <w:tc>
          <w:tcPr>
            <w:tcW w:w="284" w:type="dxa"/>
          </w:tcPr>
          <w:p w14:paraId="2D9F5223" w14:textId="77777777" w:rsidR="00EC5671" w:rsidRPr="00EC5671" w:rsidRDefault="00EC5671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14:paraId="541EE1F4" w14:textId="77777777" w:rsidR="00EC5671" w:rsidRPr="00EC5671" w:rsidRDefault="00EC5671" w:rsidP="009D6532">
            <w:pPr>
              <w:pStyle w:val="aa"/>
              <w:rPr>
                <w:vertAlign w:val="superscript"/>
              </w:rPr>
            </w:pPr>
            <w:r w:rsidRPr="00EC5671">
              <w:rPr>
                <w:vertAlign w:val="superscript"/>
              </w:rPr>
              <w:t>(дата)</w:t>
            </w:r>
          </w:p>
        </w:tc>
      </w:tr>
    </w:tbl>
    <w:p w14:paraId="0B15F53F" w14:textId="77777777" w:rsidR="002743B5" w:rsidRDefault="002743B5" w:rsidP="002743B5">
      <w:pPr>
        <w:rPr>
          <w:lang w:val="en-US"/>
        </w:rPr>
      </w:pPr>
    </w:p>
    <w:p w14:paraId="646E16C0" w14:textId="77777777" w:rsidR="002743B5" w:rsidRPr="003C5C39" w:rsidRDefault="00BF5FA5" w:rsidP="002743B5">
      <w:r w:rsidRPr="00BF5FA5">
        <w:t>Эксперт (эксперты)</w:t>
      </w:r>
      <w:r w:rsidR="004654AF" w:rsidRPr="004654AF">
        <w:t xml:space="preserve"> организации, проводившей специальную оценку условий труда:</w:t>
      </w:r>
    </w:p>
    <w:tbl>
      <w:tblPr>
        <w:tblStyle w:val="a3"/>
        <w:tblW w:w="1130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52"/>
        <w:gridCol w:w="284"/>
        <w:gridCol w:w="1842"/>
        <w:gridCol w:w="284"/>
        <w:gridCol w:w="3260"/>
        <w:gridCol w:w="284"/>
        <w:gridCol w:w="1701"/>
      </w:tblGrid>
      <w:tr w:rsidR="002743B5" w:rsidRPr="00EC5671" w14:paraId="3E172151" w14:textId="77777777" w:rsidTr="00EC5671">
        <w:trPr>
          <w:trHeight w:val="284"/>
        </w:trPr>
        <w:tc>
          <w:tcPr>
            <w:tcW w:w="365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E6BABAC" w14:textId="77777777" w:rsidR="002743B5" w:rsidRPr="00EC5671" w:rsidRDefault="00EC5671" w:rsidP="002743B5">
            <w:pPr>
              <w:pStyle w:val="aa"/>
            </w:pPr>
            <w:r w:rsidRPr="00EC5671">
              <w:t>3112</w:t>
            </w:r>
          </w:p>
        </w:tc>
        <w:tc>
          <w:tcPr>
            <w:tcW w:w="284" w:type="dxa"/>
            <w:shd w:val="clear" w:color="auto" w:fill="auto"/>
            <w:vAlign w:val="bottom"/>
          </w:tcPr>
          <w:p w14:paraId="33A5E337" w14:textId="77777777" w:rsidR="002743B5" w:rsidRPr="00EC5671" w:rsidRDefault="002743B5" w:rsidP="002743B5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E0A8706" w14:textId="77777777" w:rsidR="002743B5" w:rsidRPr="00EC5671" w:rsidRDefault="002743B5" w:rsidP="002743B5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14:paraId="74EAED68" w14:textId="77777777" w:rsidR="002743B5" w:rsidRPr="00EC5671" w:rsidRDefault="002743B5" w:rsidP="002743B5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3A2B546" w14:textId="77777777" w:rsidR="002743B5" w:rsidRPr="00EC5671" w:rsidRDefault="00EC5671" w:rsidP="002743B5">
            <w:pPr>
              <w:pStyle w:val="aa"/>
            </w:pPr>
            <w:r w:rsidRPr="00EC5671">
              <w:t>Шансков Иван Сергеевич</w:t>
            </w:r>
          </w:p>
        </w:tc>
        <w:tc>
          <w:tcPr>
            <w:tcW w:w="284" w:type="dxa"/>
            <w:shd w:val="clear" w:color="auto" w:fill="auto"/>
            <w:vAlign w:val="bottom"/>
          </w:tcPr>
          <w:p w14:paraId="4411406E" w14:textId="77777777" w:rsidR="002743B5" w:rsidRPr="00EC5671" w:rsidRDefault="002743B5" w:rsidP="002743B5">
            <w:pPr>
              <w:pStyle w:val="aa"/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4E19B7E" w14:textId="1F4A32C0" w:rsidR="002743B5" w:rsidRPr="00EC5671" w:rsidRDefault="00EC5671" w:rsidP="002743B5">
            <w:pPr>
              <w:pStyle w:val="aa"/>
            </w:pPr>
            <w:r>
              <w:t>23.12.2024</w:t>
            </w:r>
          </w:p>
        </w:tc>
      </w:tr>
      <w:tr w:rsidR="002743B5" w:rsidRPr="00EC5671" w14:paraId="7505E5E7" w14:textId="77777777" w:rsidTr="00EC5671">
        <w:trPr>
          <w:trHeight w:val="284"/>
        </w:trPr>
        <w:tc>
          <w:tcPr>
            <w:tcW w:w="3652" w:type="dxa"/>
            <w:tcBorders>
              <w:top w:val="single" w:sz="4" w:space="0" w:color="auto"/>
            </w:tcBorders>
          </w:tcPr>
          <w:p w14:paraId="1865F386" w14:textId="77777777" w:rsidR="002743B5" w:rsidRPr="00EC5671" w:rsidRDefault="00EC5671" w:rsidP="002743B5">
            <w:pPr>
              <w:pStyle w:val="aa"/>
              <w:rPr>
                <w:b/>
                <w:vertAlign w:val="superscript"/>
              </w:rPr>
            </w:pPr>
            <w:r w:rsidRPr="00EC5671">
              <w:rPr>
                <w:vertAlign w:val="superscript"/>
              </w:rPr>
              <w:t>(№ в реестре экспертов)</w:t>
            </w:r>
          </w:p>
        </w:tc>
        <w:tc>
          <w:tcPr>
            <w:tcW w:w="284" w:type="dxa"/>
          </w:tcPr>
          <w:p w14:paraId="1A3C2004" w14:textId="77777777" w:rsidR="002743B5" w:rsidRPr="00EC5671" w:rsidRDefault="002743B5" w:rsidP="002743B5">
            <w:pPr>
              <w:pStyle w:val="aa"/>
              <w:rPr>
                <w:b/>
                <w:vertAlign w:val="superscript"/>
              </w:rPr>
            </w:pPr>
            <w:bookmarkStart w:id="10" w:name="fio_users"/>
            <w:bookmarkEnd w:id="10"/>
          </w:p>
        </w:tc>
        <w:tc>
          <w:tcPr>
            <w:tcW w:w="1842" w:type="dxa"/>
            <w:tcBorders>
              <w:top w:val="single" w:sz="4" w:space="0" w:color="auto"/>
            </w:tcBorders>
          </w:tcPr>
          <w:p w14:paraId="0FA5061C" w14:textId="77777777" w:rsidR="002743B5" w:rsidRPr="00EC5671" w:rsidRDefault="00EC5671" w:rsidP="002743B5">
            <w:pPr>
              <w:pStyle w:val="aa"/>
              <w:rPr>
                <w:b/>
                <w:vertAlign w:val="superscript"/>
              </w:rPr>
            </w:pPr>
            <w:r w:rsidRPr="00EC5671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14:paraId="48E80CAE" w14:textId="77777777" w:rsidR="002743B5" w:rsidRPr="00EC5671" w:rsidRDefault="002743B5" w:rsidP="002743B5">
            <w:pPr>
              <w:pStyle w:val="aa"/>
              <w:rPr>
                <w:b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14:paraId="093B4502" w14:textId="77777777" w:rsidR="002743B5" w:rsidRPr="00EC5671" w:rsidRDefault="00EC5671" w:rsidP="002743B5">
            <w:pPr>
              <w:pStyle w:val="aa"/>
              <w:rPr>
                <w:b/>
                <w:vertAlign w:val="superscript"/>
              </w:rPr>
            </w:pPr>
            <w:r w:rsidRPr="00EC5671">
              <w:rPr>
                <w:vertAlign w:val="superscript"/>
              </w:rPr>
              <w:t>(фамилия, имя, отчество (при наличии)</w:t>
            </w:r>
          </w:p>
        </w:tc>
        <w:tc>
          <w:tcPr>
            <w:tcW w:w="284" w:type="dxa"/>
          </w:tcPr>
          <w:p w14:paraId="41D31061" w14:textId="77777777" w:rsidR="002743B5" w:rsidRPr="00EC5671" w:rsidRDefault="002743B5" w:rsidP="002743B5">
            <w:pPr>
              <w:pStyle w:val="aa"/>
              <w:rPr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59282AFC" w14:textId="77777777" w:rsidR="002743B5" w:rsidRPr="00EC5671" w:rsidRDefault="00EC5671" w:rsidP="002743B5">
            <w:pPr>
              <w:pStyle w:val="aa"/>
              <w:rPr>
                <w:vertAlign w:val="superscript"/>
              </w:rPr>
            </w:pPr>
            <w:r w:rsidRPr="00EC5671">
              <w:rPr>
                <w:vertAlign w:val="superscript"/>
              </w:rPr>
              <w:t>(дата)</w:t>
            </w:r>
          </w:p>
        </w:tc>
      </w:tr>
    </w:tbl>
    <w:p w14:paraId="7E51BF62" w14:textId="77777777" w:rsidR="00DC1A91" w:rsidRDefault="00DC1A91" w:rsidP="00DC1A91">
      <w:pPr>
        <w:rPr>
          <w:lang w:val="en-US"/>
        </w:rPr>
      </w:pPr>
    </w:p>
    <w:sectPr w:rsidR="00DC1A91" w:rsidSect="0002033E">
      <w:pgSz w:w="16838" w:h="11906" w:orient="landscape"/>
      <w:pgMar w:top="899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9E0F96" w14:textId="77777777" w:rsidR="00A35D62" w:rsidRDefault="00A35D62" w:rsidP="00EC5671">
      <w:r>
        <w:separator/>
      </w:r>
    </w:p>
  </w:endnote>
  <w:endnote w:type="continuationSeparator" w:id="0">
    <w:p w14:paraId="659D52B6" w14:textId="77777777" w:rsidR="00A35D62" w:rsidRDefault="00A35D62" w:rsidP="00EC56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6906BB" w14:textId="77777777" w:rsidR="00A35D62" w:rsidRDefault="00A35D62" w:rsidP="00EC5671">
      <w:r>
        <w:separator/>
      </w:r>
    </w:p>
  </w:footnote>
  <w:footnote w:type="continuationSeparator" w:id="0">
    <w:p w14:paraId="0D9EF879" w14:textId="77777777" w:rsidR="00A35D62" w:rsidRDefault="00A35D62" w:rsidP="00EC567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activedoc_name" w:val="Документ17"/>
    <w:docVar w:name="adv_info1" w:val="     "/>
    <w:docVar w:name="adv_info2" w:val="     "/>
    <w:docVar w:name="adv_info3" w:val="     "/>
    <w:docVar w:name="att_org_adr" w:val="460035, Россия, Оренбургская область, г. Оренбург, ул. Новгородская/ Комсомольская, д. 99/231"/>
    <w:docVar w:name="att_org_dop" w:val="Общество с ограниченной ответственностью &quot;Юркон&quot;_x000d__x000a_(ООО &quot;Юркон&quot;)_x000d__x000a_ИСПЫТАТЕЛЬНАЯ ЛАБОРАТОРИЯ_x000d__x000a_460035, Россия, Оренбургская область, г. Оренбург, ул. Новгородская/ Комсомольская, д. 99/231 _x000d__x000a_+7 (3532) 67-20-44; malov.urkon@mail.ru; _x000d__x000a_Регистрационный номер записи в реестре организаций, проводящих специальную оценку условий труда - 116 от 12.10.2015"/>
    <w:docVar w:name="att_org_name" w:val="Общество с ограниченной ответственностью &quot;Юркон&quot;"/>
    <w:docVar w:name="att_org_reg_date" w:val="12.10.2015"/>
    <w:docVar w:name="att_org_reg_num" w:val="116"/>
    <w:docVar w:name="boss_fio" w:val="Малов Дмитрий Владимирович"/>
    <w:docVar w:name="ceh_info" w:val="Государственное бюджетное учреждение здравоохранения Пермского края &quot;Ордена &quot;Знак Почёта&quot; Пермская краевая клиническая больница&quot;"/>
    <w:docVar w:name="doc_name" w:val="Документ17"/>
    <w:docVar w:name="doc_type" w:val="5"/>
    <w:docVar w:name="fill_date" w:val="23.12.2024"/>
    <w:docVar w:name="org_guid" w:val="5EE5EEA6FD1E497BB0388F8428D5341A"/>
    <w:docVar w:name="org_id" w:val="169"/>
    <w:docVar w:name="org_name" w:val="     "/>
    <w:docVar w:name="pers_guids" w:val="E70834E3C0834AA1B81ED73E6D7D43ED@126-908-358 79"/>
    <w:docVar w:name="pers_snils" w:val="E70834E3C0834AA1B81ED73E6D7D43ED@126-908-358 79"/>
    <w:docVar w:name="podr_id" w:val="org_169"/>
    <w:docVar w:name="pred_dolg" w:val="Заместитель главного врача по медицинской части"/>
    <w:docVar w:name="pred_fio" w:val="Балакирева В.В."/>
    <w:docVar w:name="prikaz_sout" w:val="817"/>
    <w:docVar w:name="rbtd_adr" w:val="     "/>
    <w:docVar w:name="rbtd_name" w:val="Государственное бюджетное учреждение здравоохранения Пермского края &quot;Ордена &quot;Знак Почёта&quot; Пермская краевая клиническая больница&quot;"/>
    <w:docVar w:name="step_test" w:val="54"/>
    <w:docVar w:name="sv_docs" w:val="1"/>
  </w:docVars>
  <w:rsids>
    <w:rsidRoot w:val="00EC5671"/>
    <w:rsid w:val="0000729E"/>
    <w:rsid w:val="0002033E"/>
    <w:rsid w:val="000C5130"/>
    <w:rsid w:val="000D3760"/>
    <w:rsid w:val="000F0714"/>
    <w:rsid w:val="00196135"/>
    <w:rsid w:val="001A7AC3"/>
    <w:rsid w:val="001B19D8"/>
    <w:rsid w:val="00237B32"/>
    <w:rsid w:val="002743B5"/>
    <w:rsid w:val="002761BA"/>
    <w:rsid w:val="003A1C01"/>
    <w:rsid w:val="003A2259"/>
    <w:rsid w:val="003C3080"/>
    <w:rsid w:val="003C79E5"/>
    <w:rsid w:val="003F4B55"/>
    <w:rsid w:val="00450E3E"/>
    <w:rsid w:val="004654AF"/>
    <w:rsid w:val="00495D50"/>
    <w:rsid w:val="004B7161"/>
    <w:rsid w:val="004C6BD0"/>
    <w:rsid w:val="004D3FF5"/>
    <w:rsid w:val="004E5CB1"/>
    <w:rsid w:val="00547088"/>
    <w:rsid w:val="005567D6"/>
    <w:rsid w:val="005645F0"/>
    <w:rsid w:val="00572AE0"/>
    <w:rsid w:val="00584289"/>
    <w:rsid w:val="005F64E6"/>
    <w:rsid w:val="00642E12"/>
    <w:rsid w:val="0065289A"/>
    <w:rsid w:val="0067226F"/>
    <w:rsid w:val="006B3B11"/>
    <w:rsid w:val="006E4DFC"/>
    <w:rsid w:val="00725C51"/>
    <w:rsid w:val="00820552"/>
    <w:rsid w:val="00936F48"/>
    <w:rsid w:val="009647F7"/>
    <w:rsid w:val="009A1326"/>
    <w:rsid w:val="009D6532"/>
    <w:rsid w:val="00A026A4"/>
    <w:rsid w:val="00A35D62"/>
    <w:rsid w:val="00AF1EDF"/>
    <w:rsid w:val="00B12F45"/>
    <w:rsid w:val="00B2089E"/>
    <w:rsid w:val="00B3448B"/>
    <w:rsid w:val="00B874F5"/>
    <w:rsid w:val="00BA560A"/>
    <w:rsid w:val="00BF5FA5"/>
    <w:rsid w:val="00C0355B"/>
    <w:rsid w:val="00C93056"/>
    <w:rsid w:val="00CA2E96"/>
    <w:rsid w:val="00CD2568"/>
    <w:rsid w:val="00D11966"/>
    <w:rsid w:val="00DC0F74"/>
    <w:rsid w:val="00DC1A91"/>
    <w:rsid w:val="00DD6622"/>
    <w:rsid w:val="00E25119"/>
    <w:rsid w:val="00E30B79"/>
    <w:rsid w:val="00E42CE2"/>
    <w:rsid w:val="00E458F1"/>
    <w:rsid w:val="00EA3306"/>
    <w:rsid w:val="00EB7BDE"/>
    <w:rsid w:val="00EC5373"/>
    <w:rsid w:val="00EC5671"/>
    <w:rsid w:val="00F06873"/>
    <w:rsid w:val="00F262EE"/>
    <w:rsid w:val="00F46395"/>
    <w:rsid w:val="00F835B0"/>
    <w:rsid w:val="00FD4EE4"/>
    <w:rsid w:val="00FE4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AA35237"/>
  <w15:chartTrackingRefBased/>
  <w15:docId w15:val="{F21C446C-FD1A-4F0F-A8CD-CA0393866F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D6532"/>
    <w:rPr>
      <w:sz w:val="24"/>
    </w:rPr>
  </w:style>
  <w:style w:type="paragraph" w:styleId="1">
    <w:name w:val="heading 1"/>
    <w:basedOn w:val="a"/>
    <w:next w:val="a"/>
    <w:qFormat/>
    <w:rsid w:val="00C035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</w:style>
  <w:style w:type="table" w:styleId="a3">
    <w:name w:val="Table Grid"/>
    <w:basedOn w:val="a1"/>
    <w:rsid w:val="009647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rsid w:val="0065289A"/>
    <w:rPr>
      <w:color w:val="0000FF"/>
      <w:u w:val="single"/>
    </w:rPr>
  </w:style>
  <w:style w:type="paragraph" w:customStyle="1" w:styleId="a5">
    <w:name w:val="Готовый"/>
    <w:basedOn w:val="a"/>
    <w:rsid w:val="00DC0F7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ConsPlusNonformat">
    <w:name w:val="ConsPlusNonformat"/>
    <w:rsid w:val="00E458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qFormat/>
    <w:rsid w:val="009D6532"/>
    <w:rPr>
      <w:rFonts w:ascii="Calibri" w:eastAsia="Calibri" w:hAnsi="Calibri"/>
      <w:sz w:val="22"/>
      <w:szCs w:val="22"/>
      <w:lang w:eastAsia="en-US"/>
    </w:rPr>
  </w:style>
  <w:style w:type="paragraph" w:customStyle="1" w:styleId="a7">
    <w:name w:val="Раздел"/>
    <w:basedOn w:val="a"/>
    <w:link w:val="a8"/>
    <w:rsid w:val="009D6532"/>
    <w:pPr>
      <w:spacing w:before="60"/>
    </w:pPr>
    <w:rPr>
      <w:b/>
      <w:color w:val="000000"/>
      <w:szCs w:val="24"/>
    </w:rPr>
  </w:style>
  <w:style w:type="character" w:customStyle="1" w:styleId="a8">
    <w:name w:val="Раздел Знак"/>
    <w:basedOn w:val="a0"/>
    <w:link w:val="a7"/>
    <w:rsid w:val="009D6532"/>
    <w:rPr>
      <w:b/>
      <w:color w:val="000000"/>
      <w:sz w:val="24"/>
      <w:szCs w:val="24"/>
      <w:lang w:val="ru-RU" w:eastAsia="ru-RU" w:bidi="ar-SA"/>
    </w:rPr>
  </w:style>
  <w:style w:type="character" w:customStyle="1" w:styleId="a9">
    <w:name w:val="Поле"/>
    <w:basedOn w:val="a0"/>
    <w:rsid w:val="009D6532"/>
    <w:rPr>
      <w:rFonts w:ascii="Times New Roman" w:hAnsi="Times New Roman"/>
      <w:sz w:val="24"/>
      <w:u w:val="single"/>
    </w:rPr>
  </w:style>
  <w:style w:type="paragraph" w:customStyle="1" w:styleId="aa">
    <w:name w:val="Табличный"/>
    <w:basedOn w:val="a"/>
    <w:rsid w:val="009D6532"/>
    <w:pPr>
      <w:jc w:val="center"/>
    </w:pPr>
    <w:rPr>
      <w:sz w:val="20"/>
    </w:rPr>
  </w:style>
  <w:style w:type="paragraph" w:customStyle="1" w:styleId="msonormal0">
    <w:name w:val="msonormal"/>
    <w:basedOn w:val="a"/>
    <w:rsid w:val="00EC5671"/>
    <w:pPr>
      <w:spacing w:before="100" w:beforeAutospacing="1" w:after="100" w:afterAutospacing="1"/>
    </w:pPr>
    <w:rPr>
      <w:szCs w:val="24"/>
    </w:rPr>
  </w:style>
  <w:style w:type="paragraph" w:styleId="ab">
    <w:name w:val="Normal (Web)"/>
    <w:basedOn w:val="a"/>
    <w:uiPriority w:val="99"/>
    <w:unhideWhenUsed/>
    <w:rsid w:val="00EC5671"/>
    <w:pPr>
      <w:spacing w:before="100" w:beforeAutospacing="1" w:after="100" w:afterAutospacing="1"/>
    </w:pPr>
    <w:rPr>
      <w:szCs w:val="24"/>
    </w:rPr>
  </w:style>
  <w:style w:type="paragraph" w:styleId="ac">
    <w:name w:val="header"/>
    <w:basedOn w:val="a"/>
    <w:link w:val="ad"/>
    <w:rsid w:val="00EC5671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rsid w:val="00EC5671"/>
    <w:rPr>
      <w:sz w:val="24"/>
    </w:rPr>
  </w:style>
  <w:style w:type="paragraph" w:styleId="ae">
    <w:name w:val="footer"/>
    <w:basedOn w:val="a"/>
    <w:link w:val="af"/>
    <w:rsid w:val="00EC5671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rsid w:val="00EC5671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133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4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&#1040;&#1090;&#1090;&#1077;&#1089;&#1090;&#1072;&#1094;&#1080;&#1103;-5.1\sv_docs_date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sv_docs_date.dot</Template>
  <TotalTime>1</TotalTime>
  <Pages>11</Pages>
  <Words>4114</Words>
  <Characters>23454</Characters>
  <Application>Microsoft Office Word</Application>
  <DocSecurity>0</DocSecurity>
  <Lines>195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Сводная ведомость</vt:lpstr>
    </vt:vector>
  </TitlesOfParts>
  <Company/>
  <LinksUpToDate>false</LinksUpToDate>
  <CharactersWithSpaces>27513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Сводная ведомость</dc:title>
  <dc:subject/>
  <dc:creator>Иван</dc:creator>
  <cp:keywords/>
  <dc:description/>
  <cp:lastModifiedBy>Иван Шансков</cp:lastModifiedBy>
  <cp:revision>1</cp:revision>
  <cp:lastPrinted>2024-12-22T08:06:00Z</cp:lastPrinted>
  <dcterms:created xsi:type="dcterms:W3CDTF">2024-12-22T08:06:00Z</dcterms:created>
  <dcterms:modified xsi:type="dcterms:W3CDTF">2024-12-22T08:07:00Z</dcterms:modified>
</cp:coreProperties>
</file>